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0ED82" w14:textId="77777777" w:rsidR="00802887" w:rsidRPr="00802887" w:rsidRDefault="00802887" w:rsidP="0080288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0288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SARS-CoV-2/human/USA/COR-21-434196/2021, complete genome</w:t>
      </w:r>
    </w:p>
    <w:p w14:paraId="77748930" w14:textId="77777777" w:rsidR="00802887" w:rsidRPr="00802887" w:rsidRDefault="00802887" w:rsidP="0080288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t>GenBank: OL849989.1</w:t>
      </w:r>
    </w:p>
    <w:p w14:paraId="4CBFE51B" w14:textId="77777777" w:rsidR="00802887" w:rsidRPr="00802887" w:rsidRDefault="00802887" w:rsidP="0080288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"https://www.ncbi.nlm.nih.gov/nuccore/OL849989.1?report=fasta" </w:instrText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288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"https://www.ncbi.nlm.nih.gov/nuccore/OL849989.1?report=graph" </w:instrText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288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49989.1"/>
    <w:bookmarkEnd w:id="1"/>
    <w:p w14:paraId="78C52196" w14:textId="77777777" w:rsidR="00802887" w:rsidRPr="00802887" w:rsidRDefault="00802887" w:rsidP="0080288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"https://www.ncbi.nlm.nih.gov/nuccore/OL849989.1" \l "goto2165104890_0" </w:instrText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288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0288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DA65D1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LOCUS       OL849989               29781 bp    RNA     linear   VRL 14-DEC-2021</w:t>
      </w:r>
    </w:p>
    <w:p w14:paraId="324E473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0101A7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SARS-CoV-2/human/USA/COR-21-434196/2021, complete genome.</w:t>
      </w:r>
    </w:p>
    <w:p w14:paraId="04D36A1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ACCESSION   OL849989</w:t>
      </w:r>
    </w:p>
    <w:p w14:paraId="3D99FD0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VERSION     OL849989.1</w:t>
      </w:r>
    </w:p>
    <w:p w14:paraId="578CC2A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E14C23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D6B4BE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84C0F9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90028C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628D7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7E0EDE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29781)</w:t>
      </w:r>
    </w:p>
    <w:p w14:paraId="5B1254B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Wink,L.H. and Mahmoud,H.M.</w:t>
      </w:r>
    </w:p>
    <w:p w14:paraId="694895A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0A1B86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(14-DEC-2021) Genomics, Poplar Healthcare, 3495 Hacks</w:t>
      </w:r>
    </w:p>
    <w:p w14:paraId="772B281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Cross Rd, Memphis, TN 38125, USA</w:t>
      </w:r>
    </w:p>
    <w:p w14:paraId="4DAF00A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49989.1"/>
      <w:bookmarkEnd w:id="2"/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DB90D5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v. 3.5.4</w:t>
      </w:r>
    </w:p>
    <w:p w14:paraId="4F409F9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D36278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198876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849989.1"/>
      <w:bookmarkEnd w:id="3"/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38EFDA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1..29781</w:t>
      </w:r>
    </w:p>
    <w:p w14:paraId="4FA54F2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3DA453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79F063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ABEF3C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/isolate="SARS-CoV-2/human/USA/COR-21-434196/2021"</w:t>
      </w:r>
    </w:p>
    <w:p w14:paraId="3A9BEEA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B1FDEE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0B61F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E443F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610FAD2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/collection_date="2021-12-05"</w:t>
      </w:r>
    </w:p>
    <w:p w14:paraId="3173606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"https://www.ncbi.nlm.nih.gov/nuccore/OL849989.1?from=226&amp;to=21503"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226..21503</w:t>
      </w:r>
    </w:p>
    <w:p w14:paraId="32462D1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3C340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"https://www.ncbi.nlm.nih.gov/nuccore/OL849989.1?location=226:13416,13416:21503"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join(226..13416,13416..21503)</w:t>
      </w:r>
    </w:p>
    <w:p w14:paraId="25A5C41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61943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180736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D7F35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29EF79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"https://www.ncbi.nlm.nih.gov/protein/2165104891"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UGW32338.1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8C60E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F6E2E9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0FF662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0FE984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225630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F546E4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16EA1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B1E4CF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47B81D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2FD99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3BA2A5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7F78BA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EB527A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C0504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AD35B6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66421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01D40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2F02E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9032E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CFDF54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5B870F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FD1FC5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CB265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D8ADE6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82E67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FD137C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855BC7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2CD02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E3AC36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F67590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AD033B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5C03B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506507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4A347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FCC3C8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593C06C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EDBD4A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2791F6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BB5552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690AA9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6EE13B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678174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820A0B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6C20AE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D29473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39ECAA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DD113D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8F2777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8DE0D1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9A7E9D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9C1C9F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A6D2CA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95686B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77AECF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E20C2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7F861F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ED35D6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DB3315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7929F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94C456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E0F0AE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222509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97B1A7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2B3C82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12B7D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722AE7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88CA88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72B43C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1D4DEB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E72261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C2D39D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E10F18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B0DBA2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8AA5CC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AB6217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82FF1D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25E4DE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FLNRVCGVSAARLTPCGTGTSTDVVYRAFDIYNDKVAGFAKFLKTNCCRFQEKDEDDN</w:t>
      </w:r>
    </w:p>
    <w:p w14:paraId="46DF6D9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47CD99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4B3EFC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602D6D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5FA159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61AD68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EA524B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07DEC8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9E8AAE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DF2077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914162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2A28E1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130E8F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C66D7F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0784FC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299B42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DA1FA3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A09D27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5DC546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09EFB9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E259EB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447102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54276D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1D4E59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F78145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CB1229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288517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2AB44C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F7AB01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0C1E00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8BC7AE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1C3F49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58C1F2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B94C9A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608F06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FFA4B2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021B41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806B48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448F85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E6BDA2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A9DCF8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32E7BE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PKGIMMNVAKYTQLCQYLNTLTLAVPYNMRVIHFGAGSDKGVAPGTAVLRQWLPTGTL</w:t>
      </w:r>
    </w:p>
    <w:p w14:paraId="29551AC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0F1ECF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C1B821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65A6A1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5A50E5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"https://www.ncbi.nlm.nih.gov/protein/UGW32338.1?from=1&amp;to=180"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226..765</w:t>
      </w:r>
    </w:p>
    <w:p w14:paraId="1823B72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56E8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DE802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"https://www.ncbi.nlm.nih.gov/protein/UGW32338.1?from=181&amp;to=818"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73E6E76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47494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5D32F4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"https://www.ncbi.nlm.nih.gov/protein/UGW32338.1?from=819&amp;to=2762"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2680..8511</w:t>
      </w:r>
    </w:p>
    <w:p w14:paraId="21CA05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29EC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D1FB8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"https://www.ncbi.nlm.nih.gov/protein/UGW32338.1?from=2763&amp;to=3262"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8512..10011</w:t>
      </w:r>
    </w:p>
    <w:p w14:paraId="5EAA5B1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74F89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A71890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"https://www.ncbi.nlm.nih.gov/protein/UGW32338.1?from=3263&amp;to=3568"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10012..10929</w:t>
      </w:r>
    </w:p>
    <w:p w14:paraId="00A2B90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A0C8B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41BEE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"https://www.ncbi.nlm.nih.gov/protein/UGW32338.1?from=3569&amp;to=3855"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10930..11790</w:t>
      </w:r>
    </w:p>
    <w:p w14:paraId="2146350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6D50D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5C244C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"https://www.ncbi.nlm.nih.gov/protein/UGW32338.1?from=3856&amp;to=3938"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11791..12039</w:t>
      </w:r>
    </w:p>
    <w:p w14:paraId="08D4905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2D0A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FFB1EC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"https://www.ncbi.nlm.nih.gov/protein/UGW32338.1?from=3939&amp;to=4136"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12040..12633</w:t>
      </w:r>
    </w:p>
    <w:p w14:paraId="4FD7E9F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38963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AE830E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"https://www.ncbi.nlm.nih.gov/protein/UGW32338.1?from=4137&amp;to=4249"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12634..12972</w:t>
      </w:r>
    </w:p>
    <w:p w14:paraId="38A99F4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F726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8E5BC6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"https://www.ncbi.nlm.nih.gov/protein/UGW32338.1?from=4250&amp;to=4388"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12973..13389</w:t>
      </w:r>
    </w:p>
    <w:p w14:paraId="107A92F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64E0C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E0F097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"https://www.ncbi.nlm.nih.gov/protein/UGW32338.1?from=4389&amp;to=5320"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join(13390..13416,13416..16184)</w:t>
      </w:r>
    </w:p>
    <w:p w14:paraId="61EB847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454F0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4F48C5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"https://www.ncbi.nlm.nih.gov/protein/UGW32338.1?from=5321&amp;to=5921"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16185..17987</w:t>
      </w:r>
    </w:p>
    <w:p w14:paraId="24B7C6A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4DF77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F1AC26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"https://www.ncbi.nlm.nih.gov/protein/UGW32338.1?from=5922&amp;to=6448"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17988..19568</w:t>
      </w:r>
    </w:p>
    <w:p w14:paraId="409FE7A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18667B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C45382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"https://www.ncbi.nlm.nih.gov/protein/UGW32338.1?from=6449&amp;to=6794"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19569..20606</w:t>
      </w:r>
    </w:p>
    <w:p w14:paraId="7688599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E1770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FA12A5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"https://www.ncbi.nlm.nih.gov/protein/UGW32338.1?from=6795&amp;to=7092"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20607..21500</w:t>
      </w:r>
    </w:p>
    <w:p w14:paraId="74E1B4F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E8BA3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83C3F9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"https://www.ncbi.nlm.nih.gov/nuccore/OL849989.1?from=226&amp;to=13431"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226..13431</w:t>
      </w:r>
    </w:p>
    <w:p w14:paraId="2A5FA65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7D63C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6A5D2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E857FE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"https://www.ncbi.nlm.nih.gov/protein/2165104892"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UGW32339.1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88CB1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E3E2B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57E14A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0EBE42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49D561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2FC454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2F9E8D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656CB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08C40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955440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7202B5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82C990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1F7804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F0007D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F3AA9B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88D91B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A1B26B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A823A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36C7ED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44B727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D7265E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8BCAE6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97C856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917B44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D6C40F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D04310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4D973F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543B5A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19DCF5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E2740F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52F475A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53A3A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B8FDE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9F24DE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FA38AD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011E72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DD412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81905F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3062F7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58C41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B68C0E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CBCA65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C457A2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06CB06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4B8C8D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FFCF2D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5FDC23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3102E7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ED3627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E7499B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A3AB7E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9AE2DB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A1D085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6D6E92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DBB18F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DB9A47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5E7D9F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A216B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74F8FC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24C935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EBCA78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674A23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380EC1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3EDA70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F2CFF9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C5569F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3CE1D9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551F7E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4A149A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A92ECC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1932E3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661DC1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VQLSEISMDNSPNLAWPLIVTALRANSAVKLQNNELSPVALRQMSCAAGTTQTACTDD</w:t>
      </w:r>
    </w:p>
    <w:p w14:paraId="7345107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B9637E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CEA6A4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7FB56A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038BF2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C0A1DA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"https://www.ncbi.nlm.nih.gov/protein/UGW32339.1?from=1&amp;to=180"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226..765</w:t>
      </w:r>
    </w:p>
    <w:p w14:paraId="6B1F50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6116D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B73BF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"https://www.ncbi.nlm.nih.gov/protein/UGW32339.1?from=181&amp;to=818"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7E8402C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6AEE1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3D074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"https://www.ncbi.nlm.nih.gov/protein/UGW32339.1?from=819&amp;to=2762"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2680..8511</w:t>
      </w:r>
    </w:p>
    <w:p w14:paraId="6E4D129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CF4F5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22F19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"https://www.ncbi.nlm.nih.gov/protein/UGW32339.1?from=2763&amp;to=3262"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8512..10011</w:t>
      </w:r>
    </w:p>
    <w:p w14:paraId="189B819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7D6E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8CFDB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"https://www.ncbi.nlm.nih.gov/protein/UGW32339.1?from=3263&amp;to=3568"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10012..10929</w:t>
      </w:r>
    </w:p>
    <w:p w14:paraId="14EF2BF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6FA6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D70059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"https://www.ncbi.nlm.nih.gov/protein/UGW32339.1?from=3569&amp;to=3855"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10930..11790</w:t>
      </w:r>
    </w:p>
    <w:p w14:paraId="1D92A3E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7BEE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753447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"https://www.ncbi.nlm.nih.gov/protein/UGW32339.1?from=3856&amp;to=3938"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11791..12039</w:t>
      </w:r>
    </w:p>
    <w:p w14:paraId="6075501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8E15D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8E8954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"https://www.ncbi.nlm.nih.gov/protein/UGW32339.1?from=3939&amp;to=4136"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12040..12633</w:t>
      </w:r>
    </w:p>
    <w:p w14:paraId="6DB372C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47EA2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EFBA1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"https://www.ncbi.nlm.nih.gov/protein/UGW32339.1?from=4137&amp;to=4249"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12634..12972</w:t>
      </w:r>
    </w:p>
    <w:p w14:paraId="1CC37E0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641F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ADE34E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"https://www.ncbi.nlm.nih.gov/protein/UGW32339.1?from=4250&amp;to=4388"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12973..13389</w:t>
      </w:r>
    </w:p>
    <w:p w14:paraId="19A0E31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4499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CF7D8B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"https://www.ncbi.nlm.nih.gov/protein/UGW32339.1?from=4389&amp;to=4401"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13390..13428</w:t>
      </w:r>
    </w:p>
    <w:p w14:paraId="1B42649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19A27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B7B60A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"https://www.ncbi.nlm.nih.gov/nuccore/OL849989.1?from=13424&amp;to=13451"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13424..13451</w:t>
      </w:r>
    </w:p>
    <w:p w14:paraId="0737352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FE7D7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D1F505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5558D51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"https://www.ncbi.nlm.nih.gov/nuccore/OL849989.1?from=13436&amp;to=13490"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13436..13490</w:t>
      </w:r>
    </w:p>
    <w:p w14:paraId="4BF2DC5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FCF14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8C0A5D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1A7887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"https://www.ncbi.nlm.nih.gov/nuccore/OL849989.1?from=21511&amp;to=25323"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21511..25323</w:t>
      </w:r>
    </w:p>
    <w:p w14:paraId="732B292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D5A00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"https://www.ncbi.nlm.nih.gov/nuccore/OL849989.1?from=21511&amp;to=25323"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21511..25323</w:t>
      </w:r>
    </w:p>
    <w:p w14:paraId="7369A3B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6BB1FB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BB8C5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D04951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"https://www.ncbi.nlm.nih.gov/protein/2165104893"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UGW32340.1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D7796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C584DA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2A83AE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AE8F9D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6C5E7A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155BCC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137EB7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951380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BDF51C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151913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13DCFB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B56714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E457E4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B0B15F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356248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AC3542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28086E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7C530B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2EB285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27834B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88AAAB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AC419B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01AE57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2E195E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"https://www.ncbi.nlm.nih.gov/nuccore/OL849989.1?from=25332&amp;to=26159"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25332..26159</w:t>
      </w:r>
    </w:p>
    <w:p w14:paraId="2340243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EBB454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"https://www.ncbi.nlm.nih.gov/nuccore/OL849989.1?from=25332&amp;to=26159"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25332..26159</w:t>
      </w:r>
    </w:p>
    <w:p w14:paraId="215C9A3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895147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3EBC9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3D6093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"https://www.ncbi.nlm.nih.gov/protein/2165104894"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UGW32341.1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2CF97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096C478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A01612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1F833B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9E3B4B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F9898C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"https://www.ncbi.nlm.nih.gov/nuccore/OL849989.1?from=26184&amp;to=26411"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26184..26411</w:t>
      </w:r>
    </w:p>
    <w:p w14:paraId="7C2A3BB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B4206D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"https://www.ncbi.nlm.nih.gov/nuccore/OL849989.1?from=26184&amp;to=26411"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26184..26411</w:t>
      </w:r>
    </w:p>
    <w:p w14:paraId="2F0D4FD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CBC5D3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51FC9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153603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"https://www.ncbi.nlm.nih.gov/protein/2165104895"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UGW32342.1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9E8BB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B621F9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E624A8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"https://www.ncbi.nlm.nih.gov/nuccore/OL849989.1?from=26462&amp;to=27130"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26462..27130</w:t>
      </w:r>
    </w:p>
    <w:p w14:paraId="2BD20E1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47425A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"https://www.ncbi.nlm.nih.gov/nuccore/OL849989.1?from=26462&amp;to=27130"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26462..27130</w:t>
      </w:r>
    </w:p>
    <w:p w14:paraId="66D6786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CD6BCD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18979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B7C813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"https://www.ncbi.nlm.nih.gov/protein/2165104896"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UGW32343.1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76743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554922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878DDD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FE2F62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10A958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E1747F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"https://www.ncbi.nlm.nih.gov/nuccore/OL849989.1?from=27141&amp;to=27326"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27141..27326</w:t>
      </w:r>
    </w:p>
    <w:p w14:paraId="5E2FB19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6BD650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"https://www.ncbi.nlm.nih.gov/nuccore/OL849989.1?from=27141&amp;to=27326"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27141..27326</w:t>
      </w:r>
    </w:p>
    <w:p w14:paraId="0ADA39C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0E6640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981BE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372A7E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"https://www.ncbi.nlm.nih.gov/protein/2165104897"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UGW32344.1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A0645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4356CF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0A2FF9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"https://www.ncbi.nlm.nih.gov/nuccore/OL849989.1?from=27333&amp;to=27698"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27333..27698</w:t>
      </w:r>
    </w:p>
    <w:p w14:paraId="28347AA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5346D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"https://www.ncbi.nlm.nih.gov/nuccore/OL849989.1?from=27333&amp;to=27698"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27333..27698</w:t>
      </w:r>
    </w:p>
    <w:p w14:paraId="15D199F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0BABB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C7424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647B0E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"https://www.ncbi.nlm.nih.gov/protein/2165104898"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UGW32345.1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5A96C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69587DE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2E401A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021517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"https://www.ncbi.nlm.nih.gov/nuccore/OL849989.1?from=27695&amp;to=27826"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27695..27826</w:t>
      </w:r>
    </w:p>
    <w:p w14:paraId="193F399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91544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"https://www.ncbi.nlm.nih.gov/nuccore/OL849989.1?from=27695&amp;to=27826"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27695..27826</w:t>
      </w:r>
    </w:p>
    <w:p w14:paraId="475A1B9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E1C28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F192B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797054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"https://www.ncbi.nlm.nih.gov/protein/2165104899"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UGW32346.1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B2134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59AD4F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"https://www.ncbi.nlm.nih.gov/nuccore/OL849989.1?from=27833&amp;to=28198"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27833..28198</w:t>
      </w:r>
    </w:p>
    <w:p w14:paraId="5FE84AA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85342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"https://www.ncbi.nlm.nih.gov/nuccore/OL849989.1?from=27833&amp;to=28198"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27833..28198</w:t>
      </w:r>
    </w:p>
    <w:p w14:paraId="2A2F62B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6EABB2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1ABB9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A9C0DA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"https://www.ncbi.nlm.nih.gov/protein/2165104900"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UGW32347.1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C4085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E81FC6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BBCD7C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6AFD24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"https://www.ncbi.nlm.nih.gov/nuccore/OL849989.1?from=28213&amp;to=29463"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28213..29463</w:t>
      </w:r>
    </w:p>
    <w:p w14:paraId="7221C7F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5019CC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"https://www.ncbi.nlm.nih.gov/nuccore/OL849989.1?from=28213&amp;to=29463"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28213..29463</w:t>
      </w:r>
    </w:p>
    <w:p w14:paraId="79E8924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A407DA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21D4E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7F0615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"https://www.ncbi.nlm.nih.gov/protein/2165104901"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UGW32348.1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D39A9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FDDF45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0F44A0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6C9023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867456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CDF8F6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78D920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D28CD9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163338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"https://www.ncbi.nlm.nih.gov/nuccore/OL849989.1?from=29488&amp;to=29604"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29488..29604</w:t>
      </w:r>
    </w:p>
    <w:p w14:paraId="65BBB13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8A13D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"https://www.ncbi.nlm.nih.gov/nuccore/OL849989.1?from=29488&amp;to=29604"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29488..29604</w:t>
      </w:r>
    </w:p>
    <w:p w14:paraId="082749C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459C0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7F786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03A182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"https://www.ncbi.nlm.nih.gov/protein/2165104902"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UGW32349.1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BD4DC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C5CF12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"https://www.ncbi.nlm.nih.gov/nuccore/OL849989.1?from=29539&amp;to=29574"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29539..29574</w:t>
      </w:r>
    </w:p>
    <w:p w14:paraId="549C51A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F5C13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E017E3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"https://www.ncbi.nlm.nih.gov/nuccore/OL849989.1?from=29559&amp;to=29587"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29559..29587</w:t>
      </w:r>
    </w:p>
    <w:p w14:paraId="4A54092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EF084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11DB56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"https://www.ncbi.nlm.nih.gov/nuccore/OL849989.1?from=29658&amp;to=29698" </w:instrTex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288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29658..29698</w:t>
      </w:r>
    </w:p>
    <w:p w14:paraId="5BC61FC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ABE78A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8266FB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49989.1"/>
      <w:bookmarkEnd w:id="4"/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tttcgatctc ttgtagatct gttctctaaa cgaactttaa aatctgtgtg gctgtcactc</w:t>
      </w:r>
    </w:p>
    <w:p w14:paraId="55986DE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ggctgcatgc ttagtgcact cacgcagtat aattaataac taattactgt cgttgacagg</w:t>
      </w:r>
    </w:p>
    <w:p w14:paraId="53BE5B5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acacgagtaa ctcgtctatc ttctgcaggc tgcttacggt ttcgtccgtg ttgcagccga</w:t>
      </w:r>
    </w:p>
    <w:p w14:paraId="48C2F99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tcatcagcac atctaggttt tgtccgggtg tgaccgaaag gtaagatgga gagccttgtc</w:t>
      </w:r>
    </w:p>
    <w:p w14:paraId="7AECE4C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cctggtttca acgagaaaac acacgtccaa ctcagtttgc ctgttttaca ggttcgcgac</w:t>
      </w:r>
    </w:p>
    <w:p w14:paraId="6D125DF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gtgctcgtac gtggctttgg agactccgtg gaggaggtct tatcagaggc acgtcaacat</w:t>
      </w:r>
    </w:p>
    <w:p w14:paraId="74ACCB1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cttaaagatg gcacttgtgg cttagtagaa gttgaaaaag gcgttttgcc tcaacttgaa</w:t>
      </w:r>
    </w:p>
    <w:p w14:paraId="23F807E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cagccctatg tgttcatcaa acgttcggat gctcgaactg cacctcatgg tcatgttatg</w:t>
      </w:r>
    </w:p>
    <w:p w14:paraId="7D53D49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gttgagctgg tagcagaact cgaaggcatt cagtacggtc gtagtggtga gacacttggt</w:t>
      </w:r>
    </w:p>
    <w:p w14:paraId="140FEDD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gtccttgtcc ctcatgtggg cgaaatacca gtggcttacc gcaaggttct tcttcgtaag</w:t>
      </w:r>
    </w:p>
    <w:p w14:paraId="422324B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aacggtaata aaggagctgg tggccatagt tacggcgccg atctaaagtc atttgactta</w:t>
      </w:r>
    </w:p>
    <w:p w14:paraId="59439C3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ggcgacgagc ttggcactga tccttatgaa gattttcaag aaaactggaa cactaaacat</w:t>
      </w:r>
    </w:p>
    <w:p w14:paraId="11CD359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agcagtggtg ttacccgtga actcatgcgt gagcttaacg gaggggcata cactcgctat</w:t>
      </w:r>
    </w:p>
    <w:p w14:paraId="088C9CA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gtcgataaca acttctgtgg ccctgatggc taccctcttg agtgcattaa agaccttcta</w:t>
      </w:r>
    </w:p>
    <w:p w14:paraId="15623CC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gcacgtgctg gtaaagcttc atgcactttg tccgaacaac tggactttat tgacactaag</w:t>
      </w:r>
    </w:p>
    <w:p w14:paraId="74C2B28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aggggtgtat actgctgccg tgaacatgag catgaaattg cttggtacac ggaacgttct</w:t>
      </w:r>
    </w:p>
    <w:p w14:paraId="6C46BD4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gaaaagagct atgaattgca gacacctttt gaaattaaat tggcaaagaa atttgacacc</w:t>
      </w:r>
    </w:p>
    <w:p w14:paraId="70D8327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ttcaatgggg aatgtccaaa ttttgtattt cccttaaatt ccataatcaa gactattcaa</w:t>
      </w:r>
    </w:p>
    <w:p w14:paraId="3115122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ccaagggttg aaaagaaaaa gcttgatggc tttatgggta gaattcgatc tgtctatcca</w:t>
      </w:r>
    </w:p>
    <w:p w14:paraId="1066B6B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gttgcgtcac caaatgaatg caaccaaatg tgcctttcaa ctctcatgaa gtgtgatcat</w:t>
      </w:r>
    </w:p>
    <w:p w14:paraId="4F7D569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tgtggtgaaa cttcatggca gacgggcgat tttgttaaag ccacttgcga attttgtggc</w:t>
      </w:r>
    </w:p>
    <w:p w14:paraId="166EAD5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actgagaatt tgactaaaga aggtgccact acttgtggtt acttacccca aaatgctgtt</w:t>
      </w:r>
    </w:p>
    <w:p w14:paraId="2EFD23C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gttaaaattt attgtccagc atgtcacaat tcagaagtag gacctgagca tagtcttgcc</w:t>
      </w:r>
    </w:p>
    <w:p w14:paraId="405220B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gaataccata atgaatctgg cttgaaaacc attcttcgta agggtggtcg cactattgcc</w:t>
      </w:r>
    </w:p>
    <w:p w14:paraId="29BF139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tttggaggct gtgtgttctc ttatgttggt tgccataaca agtgtgccta ttgggttcca</w:t>
      </w:r>
    </w:p>
    <w:p w14:paraId="2260017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cgtgctagcg ctaacatagg ttgtaaccat acaggtgttg ttggagaagg ttccgaaggt</w:t>
      </w:r>
    </w:p>
    <w:p w14:paraId="5824279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cttaatgaca accttcttga aatactccaa aaagagaaag tcaacatcaa tattgttggt</w:t>
      </w:r>
    </w:p>
    <w:p w14:paraId="7E108A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gactttaaac ttaatgaaga gatcgccatt attttggcat ctttttctgc ttccacaagt</w:t>
      </w:r>
    </w:p>
    <w:p w14:paraId="5B9F246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gcttttgtgg aaactgtgaa aggtttggat tataaagcat tcaaacaaat tgttgaatcc</w:t>
      </w:r>
    </w:p>
    <w:p w14:paraId="03434DB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tgtggtaatt ttaaagttac aaaaggaaaa gctaaaaaag gtgcctggaa tattggtgaa</w:t>
      </w:r>
    </w:p>
    <w:p w14:paraId="4809535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cagaaatcaa tactgagtcc tctttatgca tttgcatcag aggctgctcg tgttgtacga</w:t>
      </w:r>
    </w:p>
    <w:p w14:paraId="28CE7BE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tcaattttct cccgcactct tgaaactgct caaaattctg tgcgtgtttt acagaaggcc</w:t>
      </w:r>
    </w:p>
    <w:p w14:paraId="1475561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gctataacaa tactagatgg aatttcacag tattcactga gactcattga tgctatgatg</w:t>
      </w:r>
    </w:p>
    <w:p w14:paraId="7473A6A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ttcacatctg atttggctac taacaatcta gttgtaatgg cctacattac aggtggtgtt</w:t>
      </w:r>
    </w:p>
    <w:p w14:paraId="13CC9A9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gttcagttga cttcgcagtg gctaactaac atctttggca ctgtttatga aaaactcaaa</w:t>
      </w:r>
    </w:p>
    <w:p w14:paraId="2B53C24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cccgtccttg attggcttga agagaagttt aaggaaggtg tagagtttct tagagacggt</w:t>
      </w:r>
    </w:p>
    <w:p w14:paraId="475066A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tgggaaattg ttaaatttat ctcaacctgt gcttgtgaaa ttgtcggtgg acaaattgtc</w:t>
      </w:r>
    </w:p>
    <w:p w14:paraId="727EADC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acctgtgcaa aggaaattaa ggagagtgtt cagacattct ttaagcttgt aaataaattt</w:t>
      </w:r>
    </w:p>
    <w:p w14:paraId="00DD32A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ttggctttgt gtgctgactc tatcattatt ggtggagcta aacttaaagc cttgaattta</w:t>
      </w:r>
    </w:p>
    <w:p w14:paraId="40EC699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ggtgaaacat ttgtcacgca ctcaaaggga ttgtacagaa agtgtgttaa atccagagaa</w:t>
      </w:r>
    </w:p>
    <w:p w14:paraId="489A84B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gaaactggcc tactcatgcc tctaaaagct ccaaaagaaa ttatcttctt agagggagaa</w:t>
      </w:r>
    </w:p>
    <w:p w14:paraId="6AE1554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acacttccca cagaagtgtt aacagaggaa gttgtcttga aaactggtga tttacaacca</w:t>
      </w:r>
    </w:p>
    <w:p w14:paraId="6190D8C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ttagaacaac ctactagtga agctgttgaa gctccattgg ttggtacacc agtttgtatt</w:t>
      </w:r>
    </w:p>
    <w:p w14:paraId="0CDA659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aacgggctta tgttgctcga aatcaaagac acagaaaagt actgtgccct tgcacctaat</w:t>
      </w:r>
    </w:p>
    <w:p w14:paraId="3177933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atgatggtaa caaacaatac cttcacactc aaaggcggtg caccaacaaa ggttactttt</w:t>
      </w:r>
    </w:p>
    <w:p w14:paraId="5357848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ggtgatgaca ctgtgataga agtgcaaggt tacaagagtg tgaatatcac ttttgaactt</w:t>
      </w:r>
    </w:p>
    <w:p w14:paraId="5F83862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gatgaaagga ttgataaagt acttaatgag aggtgctctg cctatacagt tgaactcggt</w:t>
      </w:r>
    </w:p>
    <w:p w14:paraId="53BD997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acagaagtaa atgagttcgc ctgtgttgtg gcagatgctg tcataaaaac tttgcaacca</w:t>
      </w:r>
    </w:p>
    <w:p w14:paraId="2BB4951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gtatctgaat tacttacacc actgggcatt gatttagatg agtggagtat ggctacatac</w:t>
      </w:r>
    </w:p>
    <w:p w14:paraId="49C9463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tacttatttg atgagtctgg tgagtttaaa ttggcttcac atatgtattg ttctttttac</w:t>
      </w:r>
    </w:p>
    <w:p w14:paraId="4996724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cctccagatg aggatgaaga agaaggtgat tgtgaagaag aagagtttga gccatcaact</w:t>
      </w:r>
    </w:p>
    <w:p w14:paraId="2BAC167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caatatgagt atggtactga agatgattac caaggtaaac ctttggaatt tggtgccact</w:t>
      </w:r>
    </w:p>
    <w:p w14:paraId="03E7B8C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tctgctgctc ttcaacctga agaagagcaa gaagaagatt ggttagatga tgatagtcaa</w:t>
      </w:r>
    </w:p>
    <w:p w14:paraId="6BA8EF2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caaactgttg gtcaacaaga cggcagtgag gacaatcaga caactactat tcaaacaatt</w:t>
      </w:r>
    </w:p>
    <w:p w14:paraId="4AEAA55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gttgaggttc aacctcaatt agagatggaa cttacaccag ttgttcagac tattgaagtg</w:t>
      </w:r>
    </w:p>
    <w:p w14:paraId="26D6119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aatagtttta gtggttattt aaaacttact gacaatgtat acattaaaaa tgcagacatt</w:t>
      </w:r>
    </w:p>
    <w:p w14:paraId="7D6D818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gtggaagaag ctaaaaaggt aaaaccaaca gtggttgtta atgcagccaa tgtttacctt</w:t>
      </w:r>
    </w:p>
    <w:p w14:paraId="6D100B2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aaacatggag gaggtgttgc aggagcctta aataaggcta ctaacaatgc catgcaagtt</w:t>
      </w:r>
    </w:p>
    <w:p w14:paraId="1B89175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gaatctgatg attacatagc tactaatgga ccacttaaag tgggtggtag ttgtgtttta</w:t>
      </w:r>
    </w:p>
    <w:p w14:paraId="7551FAD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agcggacaca atcttgctaa acactgtctt catgttgtcg gcccaaatgt taacaaaggt</w:t>
      </w:r>
    </w:p>
    <w:p w14:paraId="650FE7F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gaagacattc aacttcttaa gagtgcttat gaaaatttta atcagcacga agttctactt</w:t>
      </w:r>
    </w:p>
    <w:p w14:paraId="2E429F8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gcaccattat tatcagctgg tatttttggt gctgacccta tacattcttt aagagtttgt</w:t>
      </w:r>
    </w:p>
    <w:p w14:paraId="4CEE219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gtagatactg ttcgcacaaa tgtctactta gctgtctttg ataaaaatct ctatgacaaa</w:t>
      </w:r>
    </w:p>
    <w:p w14:paraId="668B256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cttgtttcaa gctttttgga aatgaagagt gaaaagcaag ttgaacaaaa gatcgctgag</w:t>
      </w:r>
    </w:p>
    <w:p w14:paraId="0327875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attcctaaag aggaagttaa gccatttata actgaaagta aaccttcagt tgaacagaga</w:t>
      </w:r>
    </w:p>
    <w:p w14:paraId="1E7FC5B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aaacaagatg ataagaaaat caaagcttgt gttgaagaag ttacaacaac tctggaagaa</w:t>
      </w:r>
    </w:p>
    <w:p w14:paraId="26CFA37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actaagttcc tcacagaaaa cttgttactt tatattgaca ttaatggcaa tcttcatcca</w:t>
      </w:r>
    </w:p>
    <w:p w14:paraId="06BE00D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gattctgcca ctcttgttag tgacattgac atcactttct taaagaaaga tgctccatat</w:t>
      </w:r>
    </w:p>
    <w:p w14:paraId="4233FDD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atagtgggtg atgttgttca agagggtgtt ttaactgctg tggttatacc tactaaaaag</w:t>
      </w:r>
    </w:p>
    <w:p w14:paraId="5F9D2B7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gctggtggca ctactgaaat gctagcgaaa gctttgagaa aagtgccaac agacaattat</w:t>
      </w:r>
    </w:p>
    <w:p w14:paraId="2B996DB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ataaccactt acccgggtca gggtttaaat ggttacactg tagaggaggc aaagacagtg</w:t>
      </w:r>
    </w:p>
    <w:p w14:paraId="3811E3A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cttaaaaagt gtaaaagtgc cttttacatt ctaccatcta ttatctctaa tgagaagcaa</w:t>
      </w:r>
    </w:p>
    <w:p w14:paraId="2156B0D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gaaattcttg gaactgtttc ttggaatttg cgagaaatgc ttgcacatgc agaagaaaca</w:t>
      </w:r>
    </w:p>
    <w:p w14:paraId="15CC07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cgcaaattaa tgcctgtctg tgtggaaact aaagccatag tttcaactat acagcgtaaa</w:t>
      </w:r>
    </w:p>
    <w:p w14:paraId="4F494F1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tataagggta ttaaaataca agagggtgtg gttgattatg gtgctagatt ttacttttac</w:t>
      </w:r>
    </w:p>
    <w:p w14:paraId="4A6CBE3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accagtaaaa caactgtagc gtcacttatc aacacactta acgatctaaa tgaaactctt</w:t>
      </w:r>
    </w:p>
    <w:p w14:paraId="48C9092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gttacaatgc cacttggcta tgtaacacat ggcttaaatt tggaagaagc tgctcggtat</w:t>
      </w:r>
    </w:p>
    <w:p w14:paraId="6372306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atgagatctc tcaaagtgcc agctacagtt tctgtttctt cacctgatgc tgttacagcg</w:t>
      </w:r>
    </w:p>
    <w:p w14:paraId="2EB8DC6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tataatggtt atcttacttc ttcttctaaa acacctgaag aacattttat tgaaaccatc</w:t>
      </w:r>
    </w:p>
    <w:p w14:paraId="04ED341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tcacttgctg gttcctataa agattggtcc tattctggac aatctacaca actaggtata</w:t>
      </w:r>
    </w:p>
    <w:p w14:paraId="1AF41ED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gaatttctta agagaggtga taaaagtgta tattacacta gtaatcctac cacattccac</w:t>
      </w:r>
    </w:p>
    <w:p w14:paraId="224EDDD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ctagatggtg aagttatcac ctttgacaat cttaagacac ttctttcttt gagagaagtg</w:t>
      </w:r>
    </w:p>
    <w:p w14:paraId="46A1577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aggactatta aggtgtttac aacagtagac aacattaacc tccacacgca agttgtggac</w:t>
      </w:r>
    </w:p>
    <w:p w14:paraId="36A68D8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atgtcaatga catatggaca acagtttggt ccaacttatt tggatggagc tgatgttact</w:t>
      </w:r>
    </w:p>
    <w:p w14:paraId="2E9097E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aaaataaaac ctcataattc acatgaaggt aaaacatttt atgttttacc taatgatgac</w:t>
      </w:r>
    </w:p>
    <w:p w14:paraId="7C20A8F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actctacgtg ttgaggcttt tgagtactac cacacaactg atcctagttt tctgggtagg</w:t>
      </w:r>
    </w:p>
    <w:p w14:paraId="0C00394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tacatgtcag cattaaatca cactaaaaag tggaaatacc cacaagttaa tggtttaact</w:t>
      </w:r>
    </w:p>
    <w:p w14:paraId="7FA2D96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tctattaaat gggcagataa caactgttat cttgccactg cattgttaac actccaacaa</w:t>
      </w:r>
    </w:p>
    <w:p w14:paraId="257BE2A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atagagttga agtttaatcc acctgctcta caagatgctt attacagagc aagggctggt</w:t>
      </w:r>
    </w:p>
    <w:p w14:paraId="1CB2A8B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gaagcggcta acttttgtgc acttatctta gcctactgta ataagacagt aggtgagtta</w:t>
      </w:r>
    </w:p>
    <w:p w14:paraId="0CFE2C2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ggtgatgtta gagaaacaat gagttacttg tttcaacatg ccaatttaga ttcttgcaaa</w:t>
      </w:r>
    </w:p>
    <w:p w14:paraId="0DEF865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agagtcttga acgtggtgtg taaaacttgt ggacaacagc agacaaccct taagggtgta</w:t>
      </w:r>
    </w:p>
    <w:p w14:paraId="390192B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gaagctgtta tgtacatggg cacactttct tatgaacaat ttaagaaagg tgttcagata</w:t>
      </w:r>
    </w:p>
    <w:p w14:paraId="0C6671E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ccttgtacgt gtggtaaaca agctacaaaa tatctagtac aacaggagtc accttttgtt</w:t>
      </w:r>
    </w:p>
    <w:p w14:paraId="512BF1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atgatgtcag caccacctgc tcagtatgaa cttaagcatg gtacatttac ttgtgctagt</w:t>
      </w:r>
    </w:p>
    <w:p w14:paraId="1DDD764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gagtacactg gtaattacca gtgtggtcac tataaacata taacttctaa agaaactttg</w:t>
      </w:r>
    </w:p>
    <w:p w14:paraId="540F380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tattgcatag acggtgcttt acttacaaag tcctcagaat acaaaggtcc tattacggat</w:t>
      </w:r>
    </w:p>
    <w:p w14:paraId="66E5C4F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gttttctaca aagaaaacag ttacacaaca accataaaac cagttactta taaattggat</w:t>
      </w:r>
    </w:p>
    <w:p w14:paraId="17C19F0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ggtgttgttt gtacagaaat tgaccctaag ttggacaatt attataagaa agacaattct</w:t>
      </w:r>
    </w:p>
    <w:p w14:paraId="79FDC57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tatttcacag agcaaccaat tgatcttgta ccaaaccaac catatccaaa cgcaagcttc</w:t>
      </w:r>
    </w:p>
    <w:p w14:paraId="178CAFA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gataatttta agtttgtatg tgataatatc aaatttgctg atgatttaaa ccagttaact</w:t>
      </w:r>
    </w:p>
    <w:p w14:paraId="0B3C9D6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ggttataaga aacctgcttc aagagagctt aaagttacat ttttccctga cttaaatggt</w:t>
      </w:r>
    </w:p>
    <w:p w14:paraId="2F7011B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gatgtggtgg ctattgatta taaacactac acaccctctt ttaagaaagg agctaaattg</w:t>
      </w:r>
    </w:p>
    <w:p w14:paraId="7963D53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ttacataaac ctattgtttg gcatgttaac aatgcaacta ataaagccac gtataaacca</w:t>
      </w:r>
    </w:p>
    <w:p w14:paraId="05F7B35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aatacctggt gtatacgttg tctttggagc acaaaaccag ttgaaacatc aaattcgttt</w:t>
      </w:r>
    </w:p>
    <w:p w14:paraId="0AA7DCF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gatgtactga agtcagagga cgcgcaggga atggataatc ttgcctgcga agatctaaaa</w:t>
      </w:r>
    </w:p>
    <w:p w14:paraId="64D4805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ccagtctctg aagaagtagt ggaaaatcct accatacaga aagacgttct tgagtgtaat</w:t>
      </w:r>
    </w:p>
    <w:p w14:paraId="474D561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gtgaaaacta ccgaagttgt aggagacatt atacttaaac cagcaaataa tataaaaatt</w:t>
      </w:r>
    </w:p>
    <w:p w14:paraId="7CEB7B5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acagaagagg ttggccacac agatctaatg gctgcttatg tagacaattc tagtcttact</w:t>
      </w:r>
    </w:p>
    <w:p w14:paraId="70E7255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attaagaaac ctaatgaatt atctagagta ttaggtttga aaacccttgc tactcatggt</w:t>
      </w:r>
    </w:p>
    <w:p w14:paraId="6E90AD7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ttagctgctg ttaatagtgt cccttgggat actatagcta attatgctaa gccttttctt</w:t>
      </w:r>
    </w:p>
    <w:p w14:paraId="3F5B51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aacaaagttg ttagtacaac tactaacata gttacacggt gtttaaaccg tgtttgtact</w:t>
      </w:r>
    </w:p>
    <w:p w14:paraId="2D534A7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aattatatgc cttatttctt tactttattg ctacaattgt gtacttttac tagaagtaca</w:t>
      </w:r>
    </w:p>
    <w:p w14:paraId="6F5B6C7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aattctagaa ttaaagcatc tatgccgact actatagcaa agaatactgt taagagtgtc</w:t>
      </w:r>
    </w:p>
    <w:p w14:paraId="215D4A3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ggtaaatttt gtctagaggc ttcatttaat tatttgaagt cacctaattt ttctaaactg</w:t>
      </w:r>
    </w:p>
    <w:p w14:paraId="12F57F0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ataaatatta taatttggtt tttactatta agtgtttgcc taggttcttt aatctactca</w:t>
      </w:r>
    </w:p>
    <w:p w14:paraId="6F17990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accgctgctt taggtgtttt aatgtctaat ttaggcatgc cttcttactg tactggttac</w:t>
      </w:r>
    </w:p>
    <w:p w14:paraId="77562E5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agagaaggct atttgaactc tactaatgtc actattgcaa cctactgtac tggttctata</w:t>
      </w:r>
    </w:p>
    <w:p w14:paraId="403D354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ccttgtagtg tttgtcttag tggtttagat tctttagaca cctatccttc tttagaaact</w:t>
      </w:r>
    </w:p>
    <w:p w14:paraId="07326F2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atacaaatta ccatttcatc ttttaaatgg gatttaactg cttttggctt agttgcagag</w:t>
      </w:r>
    </w:p>
    <w:p w14:paraId="34DF6DD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tggtttttgg catatattct tttcactagg tttttctatg tacttggatt ggctgcaatc</w:t>
      </w:r>
    </w:p>
    <w:p w14:paraId="7A855A7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atgcaattgt ttttcagcta ttttgcagta cattttatta gtaattcttg gcttatgtgg</w:t>
      </w:r>
    </w:p>
    <w:p w14:paraId="68ECA27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ttaataatta atcttgtaca aatggccccg atttcagcta tggttagaat gtacatcttc</w:t>
      </w:r>
    </w:p>
    <w:p w14:paraId="5922304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tttgcatcat tttattatgt atggaaaagt tatgtgcatg ttgtagacgg ttgtaattca</w:t>
      </w:r>
    </w:p>
    <w:p w14:paraId="0FA4288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tcaacttgta tgatgtgtta caaacgtaat agagcaacaa gagtcgaatg tacaactatt</w:t>
      </w:r>
    </w:p>
    <w:p w14:paraId="27B4B1F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gttaatggtg ttagaaggtc cttttatgtc tatgctaatg gaggtaaagg cttttgcaaa</w:t>
      </w:r>
    </w:p>
    <w:p w14:paraId="5A1C3D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ctacacaatt ggaattgtgt taattgtgat acattctgtg ctggtagtac atttattagt</w:t>
      </w:r>
    </w:p>
    <w:p w14:paraId="087133F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gatgaagttg cgagagactt gtcactacag tttaaaagac caataaatcc tactgaccag</w:t>
      </w:r>
    </w:p>
    <w:p w14:paraId="79E469D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tcttcttaca tcgttgatag tgttacagtg aagaatggtt ccatccatct ttactttgat</w:t>
      </w:r>
    </w:p>
    <w:p w14:paraId="4ABD63C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aaagctggtc aaaagactta tgaaagacat tctctctctc attttgttaa cttagacaac</w:t>
      </w:r>
    </w:p>
    <w:p w14:paraId="5EA8A65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ctgagagcta ataacactaa aggttcattg cctattaatg ttatagtttt tgatggtaaa</w:t>
      </w:r>
    </w:p>
    <w:p w14:paraId="0701955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tcaaaatgtg aagaatcatc tgcaaaatca gcgtctgttt actacagtca gcttatgtgt</w:t>
      </w:r>
    </w:p>
    <w:p w14:paraId="62CC217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caacctatac tgttactaga tcaggcatta gtgtctgatg ttggtgatag tgcggaagtt</w:t>
      </w:r>
    </w:p>
    <w:p w14:paraId="4C2CEF2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gcagttaaaa tgtttgatgc ttacgttaat acgttttcat caacttttaa cgtaccaatg</w:t>
      </w:r>
    </w:p>
    <w:p w14:paraId="72DEAC7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gaaaaactca aaacactagt tgcaactgca gaagctgaac ttgcaaagaa tgtgtcctta</w:t>
      </w:r>
    </w:p>
    <w:p w14:paraId="638B252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gacaatgtct tatctacttt tatttcagca gctcggcaag ggtttgttga ttcagatgta</w:t>
      </w:r>
    </w:p>
    <w:p w14:paraId="6C1D0D6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gaaactaaag atgttgttga atgtcttaaa ttgtcacatc aatctgacat agaagttact</w:t>
      </w:r>
    </w:p>
    <w:p w14:paraId="3198FAA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ggcgatagtt gtaataacta tatgctcacc tataacaaag ttgaaaacat gacaccccgt</w:t>
      </w:r>
    </w:p>
    <w:p w14:paraId="54D4631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gaccttggtg cttgtattga ctgtagtgcg cgtcatatta atgcgcaggt agcaaaaagt</w:t>
      </w:r>
    </w:p>
    <w:p w14:paraId="72E9FFF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cacaacatta ctttgatatg gaacgttaaa gatttcatgt cattgtctga acaactacga</w:t>
      </w:r>
    </w:p>
    <w:p w14:paraId="160E3AD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aaacaaatac gtagtgctgc taaaaagaat aacttacctt ttaagttgac atgtgcaact</w:t>
      </w:r>
    </w:p>
    <w:p w14:paraId="3AF4314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actagacaag ttgttaatgt tgtaacaaca aagatagcac ttaagggtgg taaaattgtt</w:t>
      </w:r>
    </w:p>
    <w:p w14:paraId="4513759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aataattggt tgaagcagtt aattaaagtt acacttgtgt tcctttttgt tgctgctatt</w:t>
      </w:r>
    </w:p>
    <w:p w14:paraId="1692106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ttctatttaa taacacctgt tcatgtcatg tctaaacata ctgacttttc aagtgaaatc</w:t>
      </w:r>
    </w:p>
    <w:p w14:paraId="7C8CC36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ataggataca aggctattga tggtggtgtc actcgtgaca tagcatctac agatacttgt</w:t>
      </w:r>
    </w:p>
    <w:p w14:paraId="3F31C4F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tttgctaaca aacatgctga ttttgacaca tggtttagcc agcgtggtgg tagttatact</w:t>
      </w:r>
    </w:p>
    <w:p w14:paraId="735D797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aatgacaaag cttgcccatt gattgctgca gtcataacaa gagaagtggg ttttgtcgtg</w:t>
      </w:r>
    </w:p>
    <w:p w14:paraId="6409A63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cctggtttgc ctggcacgat attacgcaca actaatggtg actttttgca tttcttacct</w:t>
      </w:r>
    </w:p>
    <w:p w14:paraId="613B747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agagttttta gtgcagttgg taacatctgt tacacaccat caaaacttat agagtacact</w:t>
      </w:r>
    </w:p>
    <w:p w14:paraId="40EFA7D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gactttgcaa catcagcttg tgttttggct gctgaatgta caatttttaa agatgcttct</w:t>
      </w:r>
    </w:p>
    <w:p w14:paraId="450695D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ggtaagccag taccatattg ttatgatacc aatgtactag aaggttctgt tgcttatgaa</w:t>
      </w:r>
    </w:p>
    <w:p w14:paraId="28AEE51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agtttacgcc ctgacacacg ttatgtgctc atggatggct ctattattca atttcctaac</w:t>
      </w:r>
    </w:p>
    <w:p w14:paraId="5897A5F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acctaccttg aaggttctgt tagagtggta acaacttttg attctgagta ctgtaggcac</w:t>
      </w:r>
    </w:p>
    <w:p w14:paraId="4CC6727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ggcacttgtg aaagatcaga agctggtgtt tgtgtatcta ctagtggtag atgggtactt</w:t>
      </w:r>
    </w:p>
    <w:p w14:paraId="7422C7A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aacaatgatt attacagatc tttaccagga gttttctgtg gtgtagatgc tgtaaattta</w:t>
      </w:r>
    </w:p>
    <w:p w14:paraId="75522BE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cttactaata tgtttacacc actaattcaa cctattggtg ctttggacat atcagcatct</w:t>
      </w:r>
    </w:p>
    <w:p w14:paraId="6C6A4B4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atagtagctg gtggtattgt agctatcgta gtaacatgcc ttgcctacta ttttatgagg</w:t>
      </w:r>
    </w:p>
    <w:p w14:paraId="44D5C17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tttagaagag cttttggtga atacagtcat gtagttgcct ttaatacttt actattcctt</w:t>
      </w:r>
    </w:p>
    <w:p w14:paraId="576C161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atgtcattca ctgtactctg tttaacacca gtttactcat tcttacctgg tgtttattct</w:t>
      </w:r>
    </w:p>
    <w:p w14:paraId="6898A06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gttatttact tgtacttgac attttatctt actaatgatg tttctttttt agcacatatt</w:t>
      </w:r>
    </w:p>
    <w:p w14:paraId="424FBCF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cagtggatgg ttatgttcac acctttagta cctttctgga taacaattgc ttatatcatt</w:t>
      </w:r>
    </w:p>
    <w:p w14:paraId="0811D04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tgtatttcca caaagcattt ctattggttc tttagtaatt acctaaagag acgtgtagtc</w:t>
      </w:r>
    </w:p>
    <w:p w14:paraId="2E7057F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tttaatggtg tttcctttag tacttttgaa gaagctgcgc tgtgcacctt tttgttaaat</w:t>
      </w:r>
    </w:p>
    <w:p w14:paraId="26EB513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aaagaaatgt atctaaagtt gcgtagtgat gtgctattac ctcttacgca atataataga</w:t>
      </w:r>
    </w:p>
    <w:p w14:paraId="2C982E9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tacttagctc tttataataa gtacaagtat tttagtggag caatggatac aactagctac</w:t>
      </w:r>
    </w:p>
    <w:p w14:paraId="6540D8E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agagaagctg cttgttgtca tctcgcaaag gctctcaatg acttcagtaa ctcaggttct</w:t>
      </w:r>
    </w:p>
    <w:p w14:paraId="03CE2C0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gatgttcttt accaaccacc acaaatctct atcacctcag ctgttttgca gagtggtttt</w:t>
      </w:r>
    </w:p>
    <w:p w14:paraId="177ACF2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agaaaaatgg cattcccatc tggtaaagtt gagggttgta tggtacaagt aacttgtggt</w:t>
      </w:r>
    </w:p>
    <w:p w14:paraId="5D6A964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acaactacac ttaacggtct ttggcttgat gacgtagttt actgtccaag acatgtgatc</w:t>
      </w:r>
    </w:p>
    <w:p w14:paraId="5D145D6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tgcacctctg aagacatgct taaccctaat tatgaagatt tactcattcg taagtctaat</w:t>
      </w:r>
    </w:p>
    <w:p w14:paraId="71507EC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cataatttct tggtacaggc tggtaatgtt caactcaggg ttattggaca ttctatgcaa</w:t>
      </w:r>
    </w:p>
    <w:p w14:paraId="381B846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aattgtgtac ttaagcttaa ggttgataca gccaatccta agacacctaa gtataagttt</w:t>
      </w:r>
    </w:p>
    <w:p w14:paraId="12B28E8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gttcgcattc aaccaggaca gactttttca gtgttagctt gttacaatgg ttcaccatct</w:t>
      </w:r>
    </w:p>
    <w:p w14:paraId="67128C3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ggtgtttacc aatgtgctat gaggcacaat ttcactatta agggttcatt ccttaatggt</w:t>
      </w:r>
    </w:p>
    <w:p w14:paraId="4D9AC6A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tcatgtggta gtgttggttt taacatagat tatgactgtg tctctttttg ttacatgcac</w:t>
      </w:r>
    </w:p>
    <w:p w14:paraId="45C4650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catatggaat taccaactgg agttcatgct ggcacagact tagaaggtaa cttttatgga</w:t>
      </w:r>
    </w:p>
    <w:p w14:paraId="1A64FF1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ccttttgttg acaggcaaac agcacaagca gctggtacgg acacaactat tacagttaat</w:t>
      </w:r>
    </w:p>
    <w:p w14:paraId="2F9AA94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gttttagctt ggttgtacgc tgctgttata aatggagaca ggtggtttct caatcgattt</w:t>
      </w:r>
    </w:p>
    <w:p w14:paraId="5B5D3B7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accacaactc ttaatgactt taaccttgtg gctatgaagt acaattatga acctctaaca</w:t>
      </w:r>
    </w:p>
    <w:p w14:paraId="22C0592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caagaccatg ttgacatact aggacctctt tctgctcaaa ctggaattgc cgttttagat</w:t>
      </w:r>
    </w:p>
    <w:p w14:paraId="4828AA6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atgtgtgctt cattaaaaga attactgcaa aatggtatga atggacgtac catattgggt</w:t>
      </w:r>
    </w:p>
    <w:p w14:paraId="5B1DC93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agtgctttat tagaagatga atttacacct tttgatgttg ttagacaatg ctcaggtgtt</w:t>
      </w:r>
    </w:p>
    <w:p w14:paraId="20BE469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actttccaaa gtgcagtgaa aagaacaatc aagggtacac accactggtt gttactcaca</w:t>
      </w:r>
    </w:p>
    <w:p w14:paraId="3EA6B40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attttgactt cacttttagt tttagtccag agtactcaat ggtctttgtt cttttttttg</w:t>
      </w:r>
    </w:p>
    <w:p w14:paraId="1C55014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tatgaaaatg cctttttacc ttttgctatg ggtattattg ctatgtctgc ttttgcaatg</w:t>
      </w:r>
    </w:p>
    <w:p w14:paraId="041DE18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atgtttgtca aacataagca tgcatttctc tgtttgtttt tgttaccttc tcttgccact</w:t>
      </w:r>
    </w:p>
    <w:p w14:paraId="0960988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gtagcttatt ttaatatggt ctatatgcct gctagttggg tgatgcgtat tatgacatgg</w:t>
      </w:r>
    </w:p>
    <w:p w14:paraId="59C8799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ttggatatgg ttgatactag ttttaagcta aaagactgtg ttatgtatgc atcagctgta</w:t>
      </w:r>
    </w:p>
    <w:p w14:paraId="7AEE5E9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gtgttactaa tccttatgac agcaagaact gtgtatgatg atggtgctag gagagtgtgg</w:t>
      </w:r>
    </w:p>
    <w:p w14:paraId="25AEB50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acacttatga atgtcttgac actcgtttat aaagtttatt atggtaatgc tttagatcaa</w:t>
      </w:r>
    </w:p>
    <w:p w14:paraId="3A64553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gccatttcca tgtgggctct tataatctct gttacttcta actactcagg tgtagttaca</w:t>
      </w:r>
    </w:p>
    <w:p w14:paraId="3626003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actgtcatgt ttttggccag aggtgttgtt tttatgtgtg ttgagtattg ccctattttc</w:t>
      </w:r>
    </w:p>
    <w:p w14:paraId="6AE3F52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ttcataactg gtaatacact tcagtgtata atgctagttt attgtttctt aggctatttt</w:t>
      </w:r>
    </w:p>
    <w:p w14:paraId="4640E6E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tgtacttgtt actttggcct cttttgttta ctcaaccgct actttagact gactcttggt</w:t>
      </w:r>
    </w:p>
    <w:p w14:paraId="42E82BC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gtttatgatt acttagtttc tacacaggag tttagatata tgaattcaca gggactactc</w:t>
      </w:r>
    </w:p>
    <w:p w14:paraId="5FE439A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ccacccaaga atagcataga tgccttcaaa ctcaacatta aattgttggg tgttggtggc</w:t>
      </w:r>
    </w:p>
    <w:p w14:paraId="5185672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aaaccttgta tcaaagtagc cactgtacag tctaaaatgt cagatgtaaa gtgcacatca</w:t>
      </w:r>
    </w:p>
    <w:p w14:paraId="05D3440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gtagtcttac tctcagtttt gcaacaactc agagtagaat catcatctaa attgtgggct</w:t>
      </w:r>
    </w:p>
    <w:p w14:paraId="14E6440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caatgtgtcc agttacacaa tgacattctc ttagctaaag atactactga agcctttgaa</w:t>
      </w:r>
    </w:p>
    <w:p w14:paraId="60CC4E7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aaaatggttt cactactttc tgttttgctt tccatgcagg gtgctgtaga cataaacaag</w:t>
      </w:r>
    </w:p>
    <w:p w14:paraId="18EB964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ctttgtgaag aaatgctgga caacagggca accttacaag ctatagcctc agagtttagt</w:t>
      </w:r>
    </w:p>
    <w:p w14:paraId="20F11A9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tcccttccat catatgcagc ttttgctact gctcaagaag cttatgagca ggctgttgct</w:t>
      </w:r>
    </w:p>
    <w:p w14:paraId="5C95721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aatggtgatt ctgaagttgt tcttaaaaag ttgaagaagt ctttgaatgt ggctaaatct</w:t>
      </w:r>
    </w:p>
    <w:p w14:paraId="6C478DE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gaatttgacc gtgatgcagc catgcaacgt aagttggaaa agatggctga tcaagctatg</w:t>
      </w:r>
    </w:p>
    <w:p w14:paraId="101C198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acccaaatgt ataaacaggc tagatctgag gacaagaggg caaaagttac tagtgctatg</w:t>
      </w:r>
    </w:p>
    <w:p w14:paraId="210B5F6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cagacaatgc ttttcactat gcttagaaag ttggataatg atgcactcaa caacattatc</w:t>
      </w:r>
    </w:p>
    <w:p w14:paraId="4C58B23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aacaatgcaa gagatggttg tgttcccttg aacataatac ctcttacaac agcagccaaa</w:t>
      </w:r>
    </w:p>
    <w:p w14:paraId="01B9A4C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ctaatggttg tcataccaga ctataacaca tataaaaata cgtgtgatgg tacaacattt</w:t>
      </w:r>
    </w:p>
    <w:p w14:paraId="49F2192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acttatgcat cagcattgtg ggaaatccaa caggttgtag atgcagatag taaaattgtt</w:t>
      </w:r>
    </w:p>
    <w:p w14:paraId="67BB472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caacttagtg aaattagtat ggacaattca cctaatttag catggcctct tattgtaaca</w:t>
      </w:r>
    </w:p>
    <w:p w14:paraId="16A69D0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gctttaaggg ccaattctgc tgtcaaatta cagaataatg agcttagtcc tgttgcacta</w:t>
      </w:r>
    </w:p>
    <w:p w14:paraId="10E3164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cgacagatgt cttgtgctgc cggtactaca caaactgctt gcactgatga caatgcgtta</w:t>
      </w:r>
    </w:p>
    <w:p w14:paraId="72DA312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gcttactaca acacaacaaa gggaggtagg tttgtacttg cactgttatc cgatttacag</w:t>
      </w:r>
    </w:p>
    <w:p w14:paraId="379C881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gatttgaaat gggctagatt ccctaagagt gatggaactg gtactatcta tacagaactg</w:t>
      </w:r>
    </w:p>
    <w:p w14:paraId="0B1D11C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gaaccacctt gtaggtttgt tacagacaca cctaaaggtc ctaaagtgaa gtatttatac</w:t>
      </w:r>
    </w:p>
    <w:p w14:paraId="753ECC3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tttattaaag gattaaacaa cctaaataga ggtatggtac ttggtagttt agctgccaca</w:t>
      </w:r>
    </w:p>
    <w:p w14:paraId="052D2F2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gtacgtctac aagctggtaa tgcaacagaa gtgcctgcca attcaactgt attatctttc</w:t>
      </w:r>
    </w:p>
    <w:p w14:paraId="3177990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tgtgcttttg ctgtagatgc tgctaaagct tacaaagatt atctagctag tgggggacaa</w:t>
      </w:r>
    </w:p>
    <w:p w14:paraId="5437816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ccaatcacta attgtgttaa gatgttgtgt acacacactg gtactggtca ggcaataaca</w:t>
      </w:r>
    </w:p>
    <w:p w14:paraId="706C4C0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gtcacaccgg aagccaatat ggatcaagaa tcctttggtg gtgcatcgtg ttgtctgtac</w:t>
      </w:r>
    </w:p>
    <w:p w14:paraId="05AD427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tgccgttgcc acatagatca tccaaatcct aaaggatttt gtgacttaaa aggtaagtat</w:t>
      </w:r>
    </w:p>
    <w:p w14:paraId="62DBC9B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gtacaaatac ctacaacttg tgctaatgac cctgtgggtt ttacacttaa aaacacagtc</w:t>
      </w:r>
    </w:p>
    <w:p w14:paraId="24D730D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tgtaccgtct gcggtatgtg gaaaggttat ggctgtagtt gtgatcaact ccgcgaaccc</w:t>
      </w:r>
    </w:p>
    <w:p w14:paraId="6E78EE5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atgcttcagt cagctgatgc acaatcgttt ttaaacgggt ttgcggtgta agtgcagccc</w:t>
      </w:r>
    </w:p>
    <w:p w14:paraId="305C315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gtcttacacc gtgcggcaca ggcactagta ctgatgtcgt atacagggct tttgacatct</w:t>
      </w:r>
    </w:p>
    <w:p w14:paraId="5BDE614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acaatgataa agtagctggt tttgctaaat tcctaaaaac taattgttgt cgcttccaag</w:t>
      </w:r>
    </w:p>
    <w:p w14:paraId="7D46A5E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aaaaggacga agatgacaat ttaattgatt cttactttgt agttaagaga cacactttct</w:t>
      </w:r>
    </w:p>
    <w:p w14:paraId="1A566E5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ctaactacca acatgaagaa acaatttata atttacttaa ggattgtcca gctgttgcta</w:t>
      </w:r>
    </w:p>
    <w:p w14:paraId="00D41C6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aacatgactt ctttaagttt agaatagacg gtgacatggt accacatata tcacgtcaac</w:t>
      </w:r>
    </w:p>
    <w:p w14:paraId="6453887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gtcttactaa atacacaatg gcagacctcg tctatgcttt aaggcatttt gatgaaggta</w:t>
      </w:r>
    </w:p>
    <w:p w14:paraId="73A73BA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attgtgacac attaaaagaa atacttgtca catacaattg ttgtgatgat gattatttca</w:t>
      </w:r>
    </w:p>
    <w:p w14:paraId="71A7AB9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ataaaaagga ctggtatgat tttgtagaaa acccagatat attacgcgta tacgccaact</w:t>
      </w:r>
    </w:p>
    <w:p w14:paraId="486D9AF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taggtgaacg tgtacgccaa gctttgttaa aaacagtaca attctgtgat gccatgcgaa</w:t>
      </w:r>
    </w:p>
    <w:p w14:paraId="2FDDCB1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atgctggtat tgttggtgta ctgacattag ataatcaaga tctcaatggt aactggtatg</w:t>
      </w:r>
    </w:p>
    <w:p w14:paraId="6AC6273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atttcggtga tttcatacaa accacgccag gtagtggagt tcctgttgta gattcttatt</w:t>
      </w:r>
    </w:p>
    <w:p w14:paraId="4EDC849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attcattgtt aatgcctata ttaaccttga ccagggcttt aactgcagag tcacatgttg</w:t>
      </w:r>
    </w:p>
    <w:p w14:paraId="7CD658B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acactgactt aacaaagcct tacattaagt gggatttgtt aaaatatgac ttcacggaag</w:t>
      </w:r>
    </w:p>
    <w:p w14:paraId="4616142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agaggttaaa actctttgac cgttatttta aatattggga tcagacatac cacccaaatt</w:t>
      </w:r>
    </w:p>
    <w:p w14:paraId="580F4A4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gtgttaactg tttggatgac agatgcattc tgcattgtgc aaactttaat gttttattct</w:t>
      </w:r>
    </w:p>
    <w:p w14:paraId="5DA124D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ctacagtgtt cccacttaca agttttggac cactagtgag aaaaatattt gttgatggtg</w:t>
      </w:r>
    </w:p>
    <w:p w14:paraId="0A0E210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ttccatttgt agtttcaact ggataccact tcagagagct aggtgttgta cataatcagg</w:t>
      </w:r>
    </w:p>
    <w:p w14:paraId="5B1688E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atgtaaactt acatagctct agacttagtt ttaaggaatt acttgtgtat gctgctgacc</w:t>
      </w:r>
    </w:p>
    <w:p w14:paraId="0A8EBA9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ctgctatgca cgctgcttct ggtaatctat tactagataa acgcactacg tgcttttcag</w:t>
      </w:r>
    </w:p>
    <w:p w14:paraId="2099274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tagctgcact tactaacaat gttgcttttc aaactgtcaa acccggtaat tttaacaaag</w:t>
      </w:r>
    </w:p>
    <w:p w14:paraId="2E854C6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acttctatga ctttgctgtg tctaagggtt tctttaagga aggaagttct gttgaattaa</w:t>
      </w:r>
    </w:p>
    <w:p w14:paraId="4AD1C5D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aacacttctt ctttgctcag gatggtaatg ctgctatcag cgattatgac tactatcgtt</w:t>
      </w:r>
    </w:p>
    <w:p w14:paraId="6C9EC30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ataatctacc aacaatgtgt gatatcagac aactactatt tgtagttgaa gttgttgata</w:t>
      </w:r>
    </w:p>
    <w:p w14:paraId="21ADF20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agtactttga ttgttacgat ggtggctgta ttaatgctaa ccaagtcatc gtcaacaacc</w:t>
      </w:r>
    </w:p>
    <w:p w14:paraId="292A35B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tagacaaatc agctggtttt ccatttaata aatggggtaa ggctagactt tattatgatt</w:t>
      </w:r>
    </w:p>
    <w:p w14:paraId="535C1C3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caatgagtta tgaggatcaa gatgcacttt tcgcatatac aaaacgtaat gtcatcccta</w:t>
      </w:r>
    </w:p>
    <w:p w14:paraId="0FB2C57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ctataactca aatgaatctt aagtatgcca ttagtgcaaa gaatagagct cgcaccgtag</w:t>
      </w:r>
    </w:p>
    <w:p w14:paraId="584F3B0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ctggtgtctc tatctgtagt actatgacca atagacagtt tcatcaaaaa ttattgaaat</w:t>
      </w:r>
    </w:p>
    <w:p w14:paraId="7297731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caatagccgc cactagagga gctactgtag taattggaac aagcaaattc tatggtggtt</w:t>
      </w:r>
    </w:p>
    <w:p w14:paraId="372768D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ggcacaatat gttaaaaact gtttatagtg atgtagaaaa ccctcacctt atgggttggg</w:t>
      </w:r>
    </w:p>
    <w:p w14:paraId="7DEDC32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attatcctaa atgtgataga gccatgccta acatgcttag aattatggcc tcacttgttc</w:t>
      </w:r>
    </w:p>
    <w:p w14:paraId="256511E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ttgctcgcaa acatacaacg tgttgtagct tgtcacaccg tttctataga ttagctaatg</w:t>
      </w:r>
    </w:p>
    <w:p w14:paraId="316C974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agtgtgctca agtattgagt gaaatggtca tgtgtggcgg ttcactatat gttaaaccag</w:t>
      </w:r>
    </w:p>
    <w:p w14:paraId="2DF40F6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gtggaacctc atcaggagat gccacaactg cttatgctaa tagtgttttt aacatttgtc</w:t>
      </w:r>
    </w:p>
    <w:p w14:paraId="0700AEE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aagctgtcac ggccaatgtt aatgcacttt tatctactga tggtaacaaa attgccgata</w:t>
      </w:r>
    </w:p>
    <w:p w14:paraId="40419EE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agtatgtccg caatttacaa cacagacttt atgagtgtct ctatagaaat agagatgttg</w:t>
      </w:r>
    </w:p>
    <w:p w14:paraId="307970A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acacagactt tgtgaatgag ttttacgcat atttgcgtaa acatttctca atgatgatac</w:t>
      </w:r>
    </w:p>
    <w:p w14:paraId="3DE3E97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tctctgacga tgctgttgtg tgtttcaata gcacttatgc atctcaaggt ctagtggcta</w:t>
      </w:r>
    </w:p>
    <w:p w14:paraId="6B7FA36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gcataaagaa ctttaagtca gttctttatt atcaaaacaa tgtttttatg tctgaagcaa</w:t>
      </w:r>
    </w:p>
    <w:p w14:paraId="1AABF92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aatgttggac tgagactgac cttactaaag gacctcatga attttgctct caacatacaa</w:t>
      </w:r>
    </w:p>
    <w:p w14:paraId="52827ED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tgctagttaa acagggtgat gattatgtgt accttcctta cccagatcca tcaagaatcc</w:t>
      </w:r>
    </w:p>
    <w:p w14:paraId="734831D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taggggccgg ctgttttgta gatgatatcg taaaaacaga tggtacactt atgattgaac</w:t>
      </w:r>
    </w:p>
    <w:p w14:paraId="33AC6F4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ggttcgtgtc tttagctata gatgcttacc cacttactaa acatcctaat caggagtatg</w:t>
      </w:r>
    </w:p>
    <w:p w14:paraId="7936BC5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ctgatgtctt tcatttgtac ttacaataca taagaaagct acatgatgag ttaacaggac</w:t>
      </w:r>
    </w:p>
    <w:p w14:paraId="43E4D1A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acatgttaga catgtattct gttatgctta ctaatgataa cacttcaagg tattgggaac</w:t>
      </w:r>
    </w:p>
    <w:p w14:paraId="3C4C421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ctgagtttta tgaggctatg tacacaccgc atacagtctt acaggctgtt ggggcttgtg</w:t>
      </w:r>
    </w:p>
    <w:p w14:paraId="54907CA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ttctttgcaa ttcacagact tcattaagat gtggtgcttg catacgtaga ccattcttat</w:t>
      </w:r>
    </w:p>
    <w:p w14:paraId="460B7FD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gttgtaaatg ctgttacgac catgtcatat caacatcaca taaattagtc ttgtctgtta</w:t>
      </w:r>
    </w:p>
    <w:p w14:paraId="42334AA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atccgtatgt ttgcaatgct ccaggttgtg atgtcacaga tgtgactcaa ctttacttag</w:t>
      </w:r>
    </w:p>
    <w:p w14:paraId="44C36DF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gaggtatgag ctattattgt aaatcacata aaccacccat tagttttcca ttgtgtgcta</w:t>
      </w:r>
    </w:p>
    <w:p w14:paraId="185F58C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atggacaagt ttttggttta tataaaaata catgtgttgg tagcgataat gttactgact</w:t>
      </w:r>
    </w:p>
    <w:p w14:paraId="1CDDAA4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ttaatgcaat tgcaacatgt gactggacaa atgctggtga ttacatttta gctaacacct</w:t>
      </w:r>
    </w:p>
    <w:p w14:paraId="7EDA336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gtactgaaag actcaagctt tttgcagcag aaacgctcaa agctactgag gagacattta</w:t>
      </w:r>
    </w:p>
    <w:p w14:paraId="13F3709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aactgtctta tggtattgct actgtacgtg aagtgctgtc tgacagagaa ttacatcttt</w:t>
      </w:r>
    </w:p>
    <w:p w14:paraId="7D33B0F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catgggaagt tggtaaacct agaccaccac ttaaccgaaa ttatgtcttt actggttatc</w:t>
      </w:r>
    </w:p>
    <w:p w14:paraId="4318D89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gtgtaactaa aaacagtaaa gtacaaatag gagagtacac ctttgaaaaa ggtgactatg</w:t>
      </w:r>
    </w:p>
    <w:p w14:paraId="2B39B8D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gtgatgctgt tgtttaccga ggtacaacaa cttacaaatt aaatgttggt gattattttg</w:t>
      </w:r>
    </w:p>
    <w:p w14:paraId="60754C2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tgctgacatc acatacagta atgccattaa gtgcacctac actagtgcca caagagcact</w:t>
      </w:r>
    </w:p>
    <w:p w14:paraId="0EF8310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atgttagaat tactggctta tacccaacac tcaatatctc agatgagttt tctagcaatg</w:t>
      </w:r>
    </w:p>
    <w:p w14:paraId="627E2C8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ttgcaaatta tcaaaaggtt ggtatgcaaa agtattctac actccaggga ccacctggta</w:t>
      </w:r>
    </w:p>
    <w:p w14:paraId="1D7F972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ctggtaagag tcattttgct attggcctag ctctctacta cccttctgct cgcatagtgt</w:t>
      </w:r>
    </w:p>
    <w:p w14:paraId="42D6980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atacagcttg ctctcatgcc gctgttgatg cactatgtga gaaggcatta aaatatttgc</w:t>
      </w:r>
    </w:p>
    <w:p w14:paraId="3D92E46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ctatagataa atgtagtaga attatacctg cacgtgctcg tgtagagtgt tttgataaat</w:t>
      </w:r>
    </w:p>
    <w:p w14:paraId="47508B5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tcaaagtgaa ttcaacatta gaacagtatg tcttttgtac tgtaaatgca ttgcctgaga</w:t>
      </w:r>
    </w:p>
    <w:p w14:paraId="77FF9A7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cgacagcaga tatagttgtc tttgatgaaa tttcaatggc cacaaattat gatttgagtg</w:t>
      </w:r>
    </w:p>
    <w:p w14:paraId="23D4E69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ttgtcaatgc cagattacgt gctaagcact atgtgtacat tggcgaccct gctcaattac</w:t>
      </w:r>
    </w:p>
    <w:p w14:paraId="399E634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ctgcaccacg cacattgcta actaagggca cactagaacc agaatatttc aattcagtgt</w:t>
      </w:r>
    </w:p>
    <w:p w14:paraId="0C5283E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gtagacttat gaaaactata ggtccagaca tgttcctcgg aacttgtcgg cgttgtcctg</w:t>
      </w:r>
    </w:p>
    <w:p w14:paraId="549A7C0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ctgaaattgt tgacactgtg agtgctttgg tttatgataa taagcttaaa gcacataaag</w:t>
      </w:r>
    </w:p>
    <w:p w14:paraId="4595B75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acaaatcagc tcaatgcttt aaaatgtttt ataagggtgt tatcacgcat gatgtttcat</w:t>
      </w:r>
    </w:p>
    <w:p w14:paraId="1BA8774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ctgcaattaa caggccacaa ataggcgtgg taagagaatt ccttacacgt aaccctgctt</w:t>
      </w:r>
    </w:p>
    <w:p w14:paraId="28F4A86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ggagaaaagc tgtctttatt tcaccttata attcacagaa tgctgtagcc tcaaagattt</w:t>
      </w:r>
    </w:p>
    <w:p w14:paraId="4CEC2C9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tgggactacc aactcaaact gttgattcat cacagggctc agaatatgac tatgtcatat</w:t>
      </w:r>
    </w:p>
    <w:p w14:paraId="1B775BC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tcactcaaac cactgaaaca gctcactctt gtaatgtaaa cagatttaat gttgctatta</w:t>
      </w:r>
    </w:p>
    <w:p w14:paraId="4D096AC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ccagagcaaa agtaggcata ctttgcataa tgtctgatag agacctttat gacaagttgc</w:t>
      </w:r>
    </w:p>
    <w:p w14:paraId="7D51A9E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aatttacaag tcttgaaatt ccacgtagga atgtggcaac tttacaagct gaaaatgtaa</w:t>
      </w:r>
    </w:p>
    <w:p w14:paraId="40EF244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caggactctt taaagattgt agtaaggtaa tcactgggtt acatcctaca caggcaccta</w:t>
      </w:r>
    </w:p>
    <w:p w14:paraId="314FCEA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cacacctcag tgttgacact aaattcaaaa ctgaaggttt atgtgttgac gtacctggca</w:t>
      </w:r>
    </w:p>
    <w:p w14:paraId="5DB69C4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tacctaagga catgacctat agaagactca tctctatgat gggttttaaa atgaattatc</w:t>
      </w:r>
    </w:p>
    <w:p w14:paraId="4195321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aagttaatgg ttaccctaac atgtttatca cccgcgaaga agctataaga catgtacgtg</w:t>
      </w:r>
    </w:p>
    <w:p w14:paraId="13AEA8D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catggattgg cttcgatgtc gaggggtgtc atgctactag agaagctgtt ggtaccaatt</w:t>
      </w:r>
    </w:p>
    <w:p w14:paraId="2E8F305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tacctttaca gctaggtttt tctacaggtg ttaacctagt tgctgtacct acaggttatg</w:t>
      </w:r>
    </w:p>
    <w:p w14:paraId="463D7DD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ttgatacacc taataataca gatttttcca gagttagtgc taaaccaccg cctggagatc</w:t>
      </w:r>
    </w:p>
    <w:p w14:paraId="4010DEC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aatttaaaca cctcatacca cttatgtaca aaggacttcc ttggaatgta gtgcgtataa</w:t>
      </w:r>
    </w:p>
    <w:p w14:paraId="623FF51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agattgtaca aatgttaagt gacacactta aaaatctctc tgacagagtc gtatttgtct</w:t>
      </w:r>
    </w:p>
    <w:p w14:paraId="4AAABAB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tatgggcaca tggctttgag ttgacatcta tgaagtattt tgtgaaaata ggacctgagc</w:t>
      </w:r>
    </w:p>
    <w:p w14:paraId="12CACBC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gcacctgttg tctatgtgat agacgtgcca catgcttttc cactgcttca gacacttatg</w:t>
      </w:r>
    </w:p>
    <w:p w14:paraId="08F7CF4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cctgttggca tcattctatt ggatttgatt acgtctataa tccgtttatg attgatgttc</w:t>
      </w:r>
    </w:p>
    <w:p w14:paraId="25D7D60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aacaatgggg ttttacaggt aacctacaaa gcaaccatga tctgtattgt caagtccatg</w:t>
      </w:r>
    </w:p>
    <w:p w14:paraId="643A67F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gtaatgcaca tgtagctagt tgtgatgcaa tcatgactag gtgtctagct gtccacgagt</w:t>
      </w:r>
    </w:p>
    <w:p w14:paraId="2FB43D8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gctttgttaa gcgtgttgac tggactattg aatatcctat aattggtgat gaactgaaga</w:t>
      </w:r>
    </w:p>
    <w:p w14:paraId="30A893F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ttaatgcggc ttgtagaaag gttcaacaca tggttgttaa agctgcatta ttagcagaca</w:t>
      </w:r>
    </w:p>
    <w:p w14:paraId="4E407E1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aattcccagt tcttcacgac attggtaacc ctaaagctat taagtgtgta cctcaagctg</w:t>
      </w:r>
    </w:p>
    <w:p w14:paraId="1B31DD4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atgtagaatg gaagttctat gatgcacagc cttgtagtga caaagcttat aaaatagaag</w:t>
      </w:r>
    </w:p>
    <w:p w14:paraId="6303752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aattattcta ttcttatgcc acacattctg acaaattcac agatggtgta tgcctatttt</w:t>
      </w:r>
    </w:p>
    <w:p w14:paraId="16B1B95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ggaattgcaa tgtcgataga tatcctgcta attccattgt ttgtagattt gacactagag</w:t>
      </w:r>
    </w:p>
    <w:p w14:paraId="3B1F776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tgctatctaa ccttaacttg cctggttgtg atggtggcag tttgtatgta aataaacatg</w:t>
      </w:r>
    </w:p>
    <w:p w14:paraId="4135550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cattccacac accagctttt gataaaagtg cttttgttaa tttaaaacaa ttaccatttt</w:t>
      </w:r>
    </w:p>
    <w:p w14:paraId="360B015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tctattactc tgacagtcca tgtgagtctc atggaaaaca agtagtgtca gatatagatt</w:t>
      </w:r>
    </w:p>
    <w:p w14:paraId="5F3F821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atgtaccact aaagtctgct acgtgtataa cacgttgcaa tttaggtggt gctgtctgta</w:t>
      </w:r>
    </w:p>
    <w:p w14:paraId="226E35C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gacatcatgc taatgagtac agattgtatc tcgatgctta taacatgatg atctcagctg</w:t>
      </w:r>
    </w:p>
    <w:p w14:paraId="7912A89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gctttagctt gtgggtttac aaacaatttg atacttataa cctctggaac acttttacaa</w:t>
      </w:r>
    </w:p>
    <w:p w14:paraId="5BDAFF7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gacttcagag tttagaaaat gtggctttta atgttgtaaa taagggacac tttgatggac</w:t>
      </w:r>
    </w:p>
    <w:p w14:paraId="7B86C10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aacagggtga agtaccagtt tctatcatta ataacactgt ttacacaaaa gttgatggtg</w:t>
      </w:r>
    </w:p>
    <w:p w14:paraId="7BA7489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ttgatgtaga attgtttgaa aataaaacaa cattacctgt taatgtagca tttgagcttt</w:t>
      </w:r>
    </w:p>
    <w:p w14:paraId="5B987AD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gggctaagcg caacattaaa ccagtaccag aggtgaaaat actcaataat ttgggtgtgg</w:t>
      </w:r>
    </w:p>
    <w:p w14:paraId="03AD1D3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acattgctgc taatactgtg atctgggact acaaaagaga tgctccagca catatatcta</w:t>
      </w:r>
    </w:p>
    <w:p w14:paraId="234686A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ctattggtgt ttgttctatg actgacatag ccaagaaacc aactgaaacg atttgtgcac</w:t>
      </w:r>
    </w:p>
    <w:p w14:paraId="63A9371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cactcactgt cttttttgat ggtagagttg atggtcaagt agacttattt agaaatgccc</w:t>
      </w:r>
    </w:p>
    <w:p w14:paraId="6DB37FE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gtaatggtgt tcttattaca gaaggtagtg ttaaaggttt acaaccatct gtaggtccca</w:t>
      </w:r>
    </w:p>
    <w:p w14:paraId="1A3F18F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aacaagctag tcttaatgga gtcacattaa ttggagaagc cgtaaaaaca cagttcaatt</w:t>
      </w:r>
    </w:p>
    <w:p w14:paraId="01AC7C7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attataagaa agttgatggt gttgtccaac aattacctga aacttacttt actcagagta</w:t>
      </w:r>
    </w:p>
    <w:p w14:paraId="512EB8F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gaaatttaca agaatttaaa cccaggagtc aaatggaaat tgatttctta gaattagcta</w:t>
      </w:r>
    </w:p>
    <w:p w14:paraId="0879D0B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tggatgaatt cattgaacgg tataaattag aaggctatgc cttcgaacat atcgtttatg</w:t>
      </w:r>
    </w:p>
    <w:p w14:paraId="4449D5A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gagattttag tcatagtcag ttaggtggtt tacatctact gattggacta gctaaacgtt</w:t>
      </w:r>
    </w:p>
    <w:p w14:paraId="5F9720B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ttaaggaatc accttttgaa ttagaagatt ttattcctat ggacagtaca gttaaaaact</w:t>
      </w:r>
    </w:p>
    <w:p w14:paraId="43CF08A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atttcataac agatgcgcaa acaggttcat ctaagtgtgt gtgttctgtt attgatttat</w:t>
      </w:r>
    </w:p>
    <w:p w14:paraId="788B2E3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tacttgatga ttttgttgaa ataataaaat cccaagattt atctgtagtt tctaaggttg</w:t>
      </w:r>
    </w:p>
    <w:p w14:paraId="0E795F2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tcaaagtgac tattgactat acagaaattt catttatgct ttggtgtaaa gatggccatg</w:t>
      </w:r>
    </w:p>
    <w:p w14:paraId="6145482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tagaaacatt ttacccaaaa ttacaatcta gtcaagcgtg gcaaccgggt gttgctatgc</w:t>
      </w:r>
    </w:p>
    <w:p w14:paraId="39ED848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ctaatcttta caaaatgcaa agaatgctat tagaaaagtg tgaccttcaa aattatggtg</w:t>
      </w:r>
    </w:p>
    <w:p w14:paraId="680183F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atagtgcaac attacctaaa ggcataatga tgaatgtcgc aaaatatact caactgtgtc</w:t>
      </w:r>
    </w:p>
    <w:p w14:paraId="1D303D3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aatatttaaa cacattaaca ttagctgtac cctataatat gagagttata cattttggtg</w:t>
      </w:r>
    </w:p>
    <w:p w14:paraId="5EA8964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ctggttctga taaaggagtt gcaccaggta cagctgtttt aagacagtgg ttgcctacgg</w:t>
      </w:r>
    </w:p>
    <w:p w14:paraId="049A304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gtacgctgct tgtcgattca gatcttaatg actttgtctc tgatgcagat tcaactttga</w:t>
      </w:r>
    </w:p>
    <w:p w14:paraId="2A3C0C9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ttggtgattg tgcaactgta catacagcta ataaatggga tctcattatt agtgatatgt</w:t>
      </w:r>
    </w:p>
    <w:p w14:paraId="5CBC823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acgaccctaa gactaaaaat gttacaaaag aaaatgactc taaagagggt tttttcactt</w:t>
      </w:r>
    </w:p>
    <w:p w14:paraId="46DBF44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acatttgtgg gtttatacaa caaaagctag ctcttggagg ttccgtggct ataaagataa</w:t>
      </w:r>
    </w:p>
    <w:p w14:paraId="7F38585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cagaacattc ttggaatgct gatctttata agctcatggg acacttcgca tggtggacag</w:t>
      </w:r>
    </w:p>
    <w:p w14:paraId="2FA29D3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cctttgttac taatgtgaat gcgtcatcat ctgaagcatt tttaattgga tgtaattatc</w:t>
      </w:r>
    </w:p>
    <w:p w14:paraId="0C75E7B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ttggcaaacc acgcgaacaa atagatggtt atgtcatgca tgcaaattac atattttgga</w:t>
      </w:r>
    </w:p>
    <w:p w14:paraId="22478C8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ggaatacaaa tccaattcag ttgtcttcct attctttatt tgacatgagt aaatttcccc</w:t>
      </w:r>
    </w:p>
    <w:p w14:paraId="2DE62B1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ttaaattaag gggtactgct gttatgtctt taaaagaagg tcaaatcaat gatatgattt</w:t>
      </w:r>
    </w:p>
    <w:p w14:paraId="720F353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tatctcttct tagtaaaggt agacttataa ttagagaaaa caacagagtt gttatttcta</w:t>
      </w:r>
    </w:p>
    <w:p w14:paraId="4C7888F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gtgatgttct tgttaacaac taaacgaaca atgtttgttt ttcttgtttt attgccacta</w:t>
      </w:r>
    </w:p>
    <w:p w14:paraId="472B68C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gtctctagtc agtgtgttaa tcttacaacc agaactcaat taccccctgc atacactaat</w:t>
      </w:r>
    </w:p>
    <w:p w14:paraId="675FC6E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tctttcacac gtggtgttta ttaccctgac aaagttttca gatcctcagt tttacattca</w:t>
      </w:r>
    </w:p>
    <w:p w14:paraId="605F5F1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actcaggact tgttcttacc tttcttttcc aatgttactt ggttccatgt tatctctggg</w:t>
      </w:r>
    </w:p>
    <w:p w14:paraId="45D0E6C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accaatggta ctaagaggtt tgataaccct gtcctaccat ttaatgatgg tgtttatttt</w:t>
      </w:r>
    </w:p>
    <w:p w14:paraId="7A31405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gcttccattg agaagtctaa cataataaga ggctggattt ttggtactac tttagattcg</w:t>
      </w:r>
    </w:p>
    <w:p w14:paraId="4E7D6B3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aagacccagt ccctacttat tgttaataac gctactaatg ttgttattaa agtctgtgaa</w:t>
      </w:r>
    </w:p>
    <w:p w14:paraId="3C863C1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tttcaatttt gtaatgatcc atttttggac cacaaaaaca acaaaagttg gatggaaagt</w:t>
      </w:r>
    </w:p>
    <w:p w14:paraId="04BC6A3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gagttcagag tttattctag tgcgaataat tgcacttttg aatatgtctc tcagcctttt</w:t>
      </w:r>
    </w:p>
    <w:p w14:paraId="4B449A3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cttatggacc ttgaaggaaa acagggtaat tttaaaaatc ttagggaatt tgtgtttaag</w:t>
      </w:r>
    </w:p>
    <w:p w14:paraId="21DD646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aatattgatg gttattttaa aatatattct aagcacacgc ctattatagt gcgtgagcca</w:t>
      </w:r>
    </w:p>
    <w:p w14:paraId="4561D29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gaagatctcc ctcagggttt ttcggcttta gaaccattgg tagatttgcc aataggtatt</w:t>
      </w:r>
    </w:p>
    <w:p w14:paraId="54D9629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aacatcacta ggtttcaaac tttacttgct ttacatagaa gttatttgac tcctggtgat</w:t>
      </w:r>
    </w:p>
    <w:p w14:paraId="32A741D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tcttcttcag gttggacagc tggtgctgca gcttattatg tgggttatct tcaacctagg</w:t>
      </w:r>
    </w:p>
    <w:p w14:paraId="5595EE4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acttttctat taaaatataa tgaaaatgga accattacag atgctgtaga ctgtgcactt</w:t>
      </w:r>
    </w:p>
    <w:p w14:paraId="73E23E4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gaccctctct cagaaacaaa gtgtacgttg aaatccttca ctgtagaaaa aggaatctat</w:t>
      </w:r>
    </w:p>
    <w:p w14:paraId="497D187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caaacttcta actttagagt ccaaccaaca gaatctattg ttagatttcc taatattaca</w:t>
      </w:r>
    </w:p>
    <w:p w14:paraId="5F2171D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aacttgtgcc cttttgatga agtttttaac gccaccaaat ttgcatctgt ttatgcttgg</w:t>
      </w:r>
    </w:p>
    <w:p w14:paraId="211822D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aacaggaaga gaatcagcaa ctgtgttgct gattattctg tcctatataa tctcgcacca</w:t>
      </w:r>
    </w:p>
    <w:p w14:paraId="35FC4EC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tttttcactt ttaagtgtta tggagtgtct cctactaaat taaatgatct ctgctttact</w:t>
      </w:r>
    </w:p>
    <w:p w14:paraId="2B66A0C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aatgtctatg cagattcatt tgtaattaga ggtgatgaag tcagacaaat cgctccaggg</w:t>
      </w:r>
    </w:p>
    <w:p w14:paraId="1B33AC0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caaactggaa atattgctga ttataattat aaattaccag atgattttac aggctgcgtt</w:t>
      </w:r>
    </w:p>
    <w:p w14:paraId="285B039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atagcttgga attctaacaa gcttgattct aaggttagtg gtaattataa ttacctgtat</w:t>
      </w:r>
    </w:p>
    <w:p w14:paraId="46A5DED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agattgttta ggaagtctaa tctcaaacct tttgagagag atatttcaac tgaaatctat</w:t>
      </w:r>
    </w:p>
    <w:p w14:paraId="6463E62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caggccggta acaaaccttg taatggtgtt gcaggtttta attgttactt tcctttacga</w:t>
      </w:r>
    </w:p>
    <w:p w14:paraId="6780670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tcatatagtt tccgacccac ttatggtgtt ggtcaccaac catacagagt agtagtactt</w:t>
      </w:r>
    </w:p>
    <w:p w14:paraId="43FCD4E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tcttttgaac ttctacatgc accagcaact gtttgtggac ctaaaaagtc tactaatttg</w:t>
      </w:r>
    </w:p>
    <w:p w14:paraId="5581651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gttaaaaaca aatgtgtcaa tttcaacttc aatggtttaa aaggcacagg tgttcttact</w:t>
      </w:r>
    </w:p>
    <w:p w14:paraId="600FC06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gagtctaaca aaaagtttct gcctttccaa caatttggca gagacattgc tgacactact</w:t>
      </w:r>
    </w:p>
    <w:p w14:paraId="575601B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gatgctgtcc gtgatccaca gacacttgag attcttgaca ttacaccatg ttcttttggt</w:t>
      </w:r>
    </w:p>
    <w:p w14:paraId="198CCDC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ggtgtcagtg ttataacacc aggaacaaat acttctaacc aggttgctgt tctttatcag</w:t>
      </w:r>
    </w:p>
    <w:p w14:paraId="49C0292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ggtgttaact gcacagaagt ccctgttgct attcatgcag atcaacttac tcctacttgg</w:t>
      </w:r>
    </w:p>
    <w:p w14:paraId="6BF6DA4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cgtgtttatt ctacaggttc taatgttttt caaacacgtg caggctgttt aataggggct</w:t>
      </w:r>
    </w:p>
    <w:p w14:paraId="78201F2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gaatatgtca acaactcata tgagtgtgac atacccattg gtgcaggtat atgcgctagt</w:t>
      </w:r>
    </w:p>
    <w:p w14:paraId="0358A4F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tatcagactc agactaagtc tcatcggcgg gcacgtagtg tagctagtca atccatcatt</w:t>
      </w:r>
    </w:p>
    <w:p w14:paraId="7ABC6FD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gcctacacta tgtcacttgg tgcagaaaat tcagttgctt actctaataa ctctattgcc</w:t>
      </w:r>
    </w:p>
    <w:p w14:paraId="2A1A7C9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atacccacaa attttactat tagtgttacc acagaaattc taccagtgtc tatgaccaag</w:t>
      </w:r>
    </w:p>
    <w:p w14:paraId="552A9AC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acatcagtag attgtacaat gtacatttgt ggtgattcaa ctgaatgcag caatcttttg</w:t>
      </w:r>
    </w:p>
    <w:p w14:paraId="5E8089A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ttgcaatatg gcagtttttg tacacaatta aaacgtgctt taactggaat agctgttgaa</w:t>
      </w:r>
    </w:p>
    <w:p w14:paraId="042E935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caagacaaaa acacccaaga agtttttgca caagtcaaac aaatttacaa aacaccacca</w:t>
      </w:r>
    </w:p>
    <w:p w14:paraId="09D6E36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attaaatatt ttggtggttt taatttttca caaatattac cagatccatc aaaaccaagc</w:t>
      </w:r>
    </w:p>
    <w:p w14:paraId="13DF5AE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aagaggtcat ttattgaaga tctacttttc aacaaagtga cacttgcaga tgctggcttc</w:t>
      </w:r>
    </w:p>
    <w:p w14:paraId="7AAF6AB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atcaaacaat atggtgattg ccttggtgat attgctgcta gagacctcat ttgtgcacaa</w:t>
      </w:r>
    </w:p>
    <w:p w14:paraId="369DF90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aagtttaaag gccttactgt tttgccacct ttgctcacag atgaaatgat tgctcaatac</w:t>
      </w:r>
    </w:p>
    <w:p w14:paraId="65672F7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acttctgcac tgttagcggg tacaatcact tctggttgga cctttggtgc aggtgctgca</w:t>
      </w:r>
    </w:p>
    <w:p w14:paraId="42951C0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ttacaaatac catttgctat gcaaatggct tataggttta atggtattgg agttacacag</w:t>
      </w:r>
    </w:p>
    <w:p w14:paraId="6D6242E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aatgttctct atgagaacca aaaattgatt gccaaccaat ttaatagtgc tattggcaaa</w:t>
      </w:r>
    </w:p>
    <w:p w14:paraId="6DACFDB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attcaagact cactttcttc cacagcaagt gcacttggaa aacttcaaga tgtggtcaac</w:t>
      </w:r>
    </w:p>
    <w:p w14:paraId="208D59A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cataatgcac aagctttaaa cacgcttgtt aaacaactta gctccaaatt tggtgcaatt</w:t>
      </w:r>
    </w:p>
    <w:p w14:paraId="69B41F5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tcaagtgttt taaatgatat cttttcacgt cttgacaaag ttgaggctga agtgcaaatt</w:t>
      </w:r>
    </w:p>
    <w:p w14:paraId="3E246DF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gataggttga tcacaggcag acttcaaagt ttgcagacat atgtgactca acaattaatt</w:t>
      </w:r>
    </w:p>
    <w:p w14:paraId="169B1FC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agagctgcag aaatcagagc ttctgctaat cttgctgcta ctaaaatgtc agagtgtgta</w:t>
      </w:r>
    </w:p>
    <w:p w14:paraId="581FE67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cttggacaat caaaaagagt tgatttttgt ggaaagggct atcatcttat gtccttccct</w:t>
      </w:r>
    </w:p>
    <w:p w14:paraId="5AD9721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cagtcagcac ctcatggtgt agtcttcttg catgtgactt atgtccctgc acaagaaaag</w:t>
      </w:r>
    </w:p>
    <w:p w14:paraId="62FBD1A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aacttcacaa ctgctcctgc catttgtcat gatggaaaag cacactttcc tcgtgaaggt</w:t>
      </w:r>
    </w:p>
    <w:p w14:paraId="71A6A49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gtctttgttt caaatggcac acactggttt gtaacacaaa ggaattttta tgaaccacaa</w:t>
      </w:r>
    </w:p>
    <w:p w14:paraId="21054C8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atcattacta cagacaacac atttgtgtct ggtaactgtg atgttgtaat aggaattgtc</w:t>
      </w:r>
    </w:p>
    <w:p w14:paraId="635509A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aacaacacag tttatgatcc tttgcaacct gaattagatt cattcaagga ggagttagat</w:t>
      </w:r>
    </w:p>
    <w:p w14:paraId="505FC06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aaatatttta agaatcatac atcaccagat gttgatttag gtgacatctc tggcattaat</w:t>
      </w:r>
    </w:p>
    <w:p w14:paraId="04660C5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gcttcagttg taaacattca aaaagaaatt gaccgcctca atgaggttgc caagaattta</w:t>
      </w:r>
    </w:p>
    <w:p w14:paraId="59F4FB7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aatgaatctc tcatcgatct ccaagaactt ggaaagtatg agcagtatat aaaatggcca</w:t>
      </w:r>
    </w:p>
    <w:p w14:paraId="265EE59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tggtacattt ggctaggttt tatagctggc ttgattgcca tagtaatggt gacaattatg</w:t>
      </w:r>
    </w:p>
    <w:p w14:paraId="219B570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ctttgctgta tgaccagttg ctgtagttgt ctcaagggct gttgttcttg tggatcctgc</w:t>
      </w:r>
    </w:p>
    <w:p w14:paraId="5F67959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tgcaaatttg atgaagacga ctctgagcca gtgctcaaag gagtcaaatt acattacaca</w:t>
      </w:r>
    </w:p>
    <w:p w14:paraId="23E1C19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taaacgaact tatggatttg tttatgagaa tcttcacaat tggaactgta actttgaagc</w:t>
      </w:r>
    </w:p>
    <w:p w14:paraId="26CC25C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aaggtgaaat caaggatgct actccttcag attttgttcg cgctactgca acgataccga</w:t>
      </w:r>
    </w:p>
    <w:p w14:paraId="00D31DE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tacaagcctc actccctttc ggatggctta ttgttggcgt tgcacttctt gctgtttttc</w:t>
      </w:r>
    </w:p>
    <w:p w14:paraId="3E2F57D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agagcgcttc caaaatcata actctcaaaa agagatggca actagcactc tccaagggtg</w:t>
      </w:r>
    </w:p>
    <w:p w14:paraId="39490DE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ttcactttgt ttgcaacttg ctgttgttgt ttgtaacagt ttactcacac cttttgctcg</w:t>
      </w:r>
    </w:p>
    <w:p w14:paraId="42A60F9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ttgctgctgg ccttgaagcc ccttttctct atctttatgc tttagtctac ttcttgcaga</w:t>
      </w:r>
    </w:p>
    <w:p w14:paraId="77B1A73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gtataaactt tgtaagaata ataatgaggc tttggctttg ctggaaatgc cgttccaaaa</w:t>
      </w:r>
    </w:p>
    <w:p w14:paraId="7568D71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acccattact ttatgatgcc aactattttc tttgctggca tactaattgt tacgactatt</w:t>
      </w:r>
    </w:p>
    <w:p w14:paraId="5211C11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gtatacctta caatagtgta acttcttcaa ttgtcattac ttcaggtgat ggcacaacaa</w:t>
      </w:r>
    </w:p>
    <w:p w14:paraId="0E2865F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gtcctatttc tgaacatgac taccagattg gtggttatac tgaaaaatgg gaatctggag</w:t>
      </w:r>
    </w:p>
    <w:p w14:paraId="3EDBB44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taaaagactg tgttgtatta cacagttact tcacttcaga ctattaccag ctgtactcaa</w:t>
      </w:r>
    </w:p>
    <w:p w14:paraId="0DA0E17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ctcaattgag tacagacact ggtgttgaac atgttacctt cttcatctac aataaaattg</w:t>
      </w:r>
    </w:p>
    <w:p w14:paraId="6FF55C0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ttgatgagcc tgaagaacat gtccaaattc acacaatcga cggttcatcc ggagttgtta</w:t>
      </w:r>
    </w:p>
    <w:p w14:paraId="32D775C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atccagtaat ggaaccaatt tatgatgaac cgacgacgac tactagcgtg cctttgtaag</w:t>
      </w:r>
    </w:p>
    <w:p w14:paraId="0ECEC81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cacaagctga tgagtacgaa cttatgtact cattcgtttc ggaagagata ggtacgttaa</w:t>
      </w:r>
    </w:p>
    <w:p w14:paraId="2DDEB79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tagttaatag cgtacttctt tttcttgctt tcgtggtatt cttgctagtt acactagcca</w:t>
      </w:r>
    </w:p>
    <w:p w14:paraId="54357C7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tccttactgc gcttcgattg tgtgcgtact gctgcaatat tgttaacgtg agtcttgtaa</w:t>
      </w:r>
    </w:p>
    <w:p w14:paraId="22F4909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aaccttcttt ttacgtttac tctcgtgtta aaaatctgaa ttcttctaga gttcctgatc</w:t>
      </w:r>
    </w:p>
    <w:p w14:paraId="1B5B9C8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ttctggtcta aacgaactaa atattatatt agtttttctg tttggaactt taattttagc</w:t>
      </w:r>
    </w:p>
    <w:p w14:paraId="2491300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catggcaggt tccaacggta ctattaccgt tgaagagctt aaaaagctcc ttgaagaatg</w:t>
      </w:r>
    </w:p>
    <w:p w14:paraId="70EB4FF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gaacctagta ataggtttcc tattccttac atggatttgt cttctacaat ttgcctatgc</w:t>
      </w:r>
    </w:p>
    <w:p w14:paraId="0E68442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caacaggaat aggtttttgt atataattaa gttaattttc ctctggctgt tatggccagt</w:t>
      </w:r>
    </w:p>
    <w:p w14:paraId="510C2CB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aactttaact tgttttgtgc ttgctgctgt ttacagaata aattggatca ccggtggaat</w:t>
      </w:r>
    </w:p>
    <w:p w14:paraId="5B1C556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tgctatcgca atggcttgtc ttgtaggctt gatgtggctc agctacttca ttgcttcttt</w:t>
      </w:r>
    </w:p>
    <w:p w14:paraId="6906147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cagactgttt gcgcgtacgc gttccatgtg gtcattcaat ccagaaacta acattcttct</w:t>
      </w:r>
    </w:p>
    <w:p w14:paraId="294CA36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caacgtgcca ctccatggca ctattctgac cagaccgctt ctagaaagtg aactcgtaat</w:t>
      </w:r>
    </w:p>
    <w:p w14:paraId="7C247AE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cggagctgtg atccttcgtg gacatcttcg tattgctgga caccatctag gacgctgtga</w:t>
      </w:r>
    </w:p>
    <w:p w14:paraId="1E8BF8B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catcaaggac ctgcctaaag aaatcactgt tgctacatca cgaacgcttt cttattacaa</w:t>
      </w:r>
    </w:p>
    <w:p w14:paraId="7AD2383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attgggagct tcgcagcgtg tagcaggtga ctcaggtttt gctgcataca gtcgctacag</w:t>
      </w:r>
    </w:p>
    <w:p w14:paraId="6DC3496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gattggcaac tataaattaa acacagacca ttccagtagc agtgacaata ttgctttgct</w:t>
      </w:r>
    </w:p>
    <w:p w14:paraId="77E2FF74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tgtacagtaa gtgacaacag atgtttcatc tcgttgactt tcaggttact atagcagaga</w:t>
      </w:r>
    </w:p>
    <w:p w14:paraId="5A6EF0A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tattactaat tattatgcgg acttttaaag tttccatttg gaatcttgat tacatcataa</w:t>
      </w:r>
    </w:p>
    <w:p w14:paraId="6D13766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acctcataat taaaaattta tctaagtcac taactgagaa taaatattct caattagatg</w:t>
      </w:r>
    </w:p>
    <w:p w14:paraId="1EB26D0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aagagcaacc aatggagatt gattaaacga acatgaaaat tattcttttc ttggcactga</w:t>
      </w:r>
    </w:p>
    <w:p w14:paraId="3E0D086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taacactcgc tacttgtgag ctttatcact accaagagtg tgttagaggt acaacagtac</w:t>
      </w:r>
    </w:p>
    <w:p w14:paraId="1507F1A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ttttaaaaga accttgctct tctggaacat acgagggcaa ttcaccattt catcctctag</w:t>
      </w:r>
    </w:p>
    <w:p w14:paraId="6CCE107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ctgataacaa atttgcactg acttgcttta gcactcaatt tgcttttgct tgtcctgacg</w:t>
      </w:r>
    </w:p>
    <w:p w14:paraId="3859C68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gcgtaaaaca cgtctatcag ttacgtgcca gatcagtttc acctaaactg ttcatcagac</w:t>
      </w:r>
    </w:p>
    <w:p w14:paraId="6721C5B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aagaggaagt tcaagaactt tactctccaa tttttcttat tgttgcggca atagtgttta</w:t>
      </w:r>
    </w:p>
    <w:p w14:paraId="15ABD34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taacactttg cttcacactc aaaagaaaga cagaatgatt gaactttcat taattgactt</w:t>
      </w:r>
    </w:p>
    <w:p w14:paraId="7BD6238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ctatttgtgc tttttagcct ttctgttatt ccttgtttta attatgctta ttatcttttg</w:t>
      </w:r>
    </w:p>
    <w:p w14:paraId="611E348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gttctcactt gaactgcaag atcataatga aacttgtcac gcctaaacga acatgaaatt</w:t>
      </w:r>
    </w:p>
    <w:p w14:paraId="5ED31A1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tcttgttttc ttaggaatca tcacaactgt agctgcattt caccaagaat gtagtttaca</w:t>
      </w:r>
    </w:p>
    <w:p w14:paraId="639D549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gtcatgtact caacatcaac catatgtagt tgatgacccg tgtcctattc acttctattc</w:t>
      </w:r>
    </w:p>
    <w:p w14:paraId="25C2724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taaatggtat attagagtag gagctagaaa atcagcacct ttaattgaat tgtgcgtgga</w:t>
      </w:r>
    </w:p>
    <w:p w14:paraId="2FA6F6B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tgaggctggt tctaaatcac ccattcagta catcgatatc ggtaattata cagtttcctg</w:t>
      </w:r>
    </w:p>
    <w:p w14:paraId="3352C988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tttacctttt acaattaatt gccaggaacc taaattgggt agtcttgtag tgcgttgttc</w:t>
      </w:r>
    </w:p>
    <w:p w14:paraId="0A0A291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gttctatgaa gactttttag agtatcatga cgttcgtgtt gttttagatt tcatctaaac</w:t>
      </w:r>
    </w:p>
    <w:p w14:paraId="42D74A8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gaacaaactt aaatgtctga taatggaccc caaaatcagc gaaatgcact ccgcattacg</w:t>
      </w:r>
    </w:p>
    <w:p w14:paraId="5852B11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tttggtggac cctcagattc aactggcagt aaccagaatg gtggggcgcg atcaaaacaa</w:t>
      </w:r>
    </w:p>
    <w:p w14:paraId="7761E62C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cgtcggcccc aaggtttacc caataatact gcgtcttggt tcaccgctct cactcaacat</w:t>
      </w:r>
    </w:p>
    <w:p w14:paraId="01C8261E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ggcaaggaag accttaaatt ccctcgagga caaggcgttc caattaacac caatagcagt</w:t>
      </w:r>
    </w:p>
    <w:p w14:paraId="766AF16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ccagatgacc aaattggcta ctaccgaaga gctaccagac gaattcgtgg tggtgacggt</w:t>
      </w:r>
    </w:p>
    <w:p w14:paraId="7FBB4E6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aaaatgaaag atctcagtcc aagatggtat ttctactacc taggaactgg gccagaagct</w:t>
      </w:r>
    </w:p>
    <w:p w14:paraId="4FBC1532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ggacttccct atggtgctaa caaagacggc atcatatggg ttgcaactga gggagccttg</w:t>
      </w:r>
    </w:p>
    <w:p w14:paraId="7D85ED2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aatacaccaa aagatcacat tggcacccgc aatcctgcta acaatgctgc aatcgtgcta</w:t>
      </w:r>
    </w:p>
    <w:p w14:paraId="15E84179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caacttcctc aaggaacaac attgccaaaa ggcttctacg cagaagggag cagaggcggc</w:t>
      </w:r>
    </w:p>
    <w:p w14:paraId="0A2470F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agtcaagcct cttctcgttc ctcatcacgt agtcgcaaca gttcaagaaa ttcaactcca</w:t>
      </w:r>
    </w:p>
    <w:p w14:paraId="330D609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ggcagcagta aacgaacttc tcctgctaga atggctggca atggcggtga tgctgctctt</w:t>
      </w:r>
    </w:p>
    <w:p w14:paraId="233F1337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gctttgctgc tgcttgacag attgaaccag cttgagagca aaatgtctgg taaaggccaa</w:t>
      </w:r>
    </w:p>
    <w:p w14:paraId="45D0EBB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caacaacaag gccaaactgt cactaagaaa tctgctgctg aggcttctaa gaagcctcgg</w:t>
      </w:r>
    </w:p>
    <w:p w14:paraId="7AEF90F0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caaaaacgta ctgccactaa agcatacaat gtaacacaag ctttcggcag acgtggtcca</w:t>
      </w:r>
    </w:p>
    <w:p w14:paraId="53982FA3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gaacaaaccc aaggaaattt tggggaccag gaactaatca gacaaggaac tgattacaaa</w:t>
      </w:r>
    </w:p>
    <w:p w14:paraId="10686226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cattggccgc aaattgcaca atttgccccc agcgcttcag cgttcttcgg aatgtcgcgc</w:t>
      </w:r>
    </w:p>
    <w:p w14:paraId="0F8A0EC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attggcatgg aagtcacacc ttcgggaacg tggttgacct acacaggtgc catcaaattg</w:t>
      </w:r>
    </w:p>
    <w:p w14:paraId="3E66440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gatgacaaag atccaaattt caaagatcaa gtcattttgc tgaataagca tattgacgca</w:t>
      </w:r>
    </w:p>
    <w:p w14:paraId="744DC3C5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tacaaaacat tcccaccaac agagcctaaa aaggacaaaa agaagaaggc tgatgaaact</w:t>
      </w:r>
    </w:p>
    <w:p w14:paraId="665C51F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caagccttac cgcagagaca gaagaaacag caaactgtga ctcttcttcc tgctgcagat</w:t>
      </w:r>
    </w:p>
    <w:p w14:paraId="7EC1D5EF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ttggatgatt tctccaaaca attgcaacaa tccatgagca gtgctgactc aactcaggcc</w:t>
      </w:r>
    </w:p>
    <w:p w14:paraId="6D39242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taaactcatg cagaccacac aaggcagatg ggctatataa acgttttcgc ttttccgttt</w:t>
      </w:r>
    </w:p>
    <w:p w14:paraId="442D404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acgatatata gtctactctt gtgcagaatg aattctcgta actacatagc acaagtagat</w:t>
      </w:r>
    </w:p>
    <w:p w14:paraId="1708396B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gtagttaact ttaatctcac atagcaatct ttaatcagtg tgtaacatta gggaggactt</w:t>
      </w:r>
    </w:p>
    <w:p w14:paraId="318F6BE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gaaagagcca ccacattttc accgaggcca cgcggagtac gatcgagtgt acagtgaaca</w:t>
      </w:r>
    </w:p>
    <w:p w14:paraId="662A5E71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atgctaggga gagctgccta tatggaagag ccctaatgtg taaaattaat tttagtagtg</w:t>
      </w:r>
    </w:p>
    <w:p w14:paraId="02760EBD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ctatccccat gtgattttaa t</w:t>
      </w:r>
    </w:p>
    <w:p w14:paraId="06201B8A" w14:textId="77777777" w:rsidR="00802887" w:rsidRPr="00802887" w:rsidRDefault="00802887" w:rsidP="0080288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288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C8A6BB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88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02887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01FE7E"/>
  <w15:chartTrackingRefBased/>
  <w15:docId w15:val="{53FCBF89-B33D-2947-A7DF-8001008F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1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6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31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10715</Words>
  <Characters>61078</Characters>
  <Application>Microsoft Office Word</Application>
  <DocSecurity>0</DocSecurity>
  <Lines>508</Lines>
  <Paragraphs>143</Paragraphs>
  <ScaleCrop>false</ScaleCrop>
  <Company/>
  <LinksUpToDate>false</LinksUpToDate>
  <CharactersWithSpaces>71650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2023-02-03T11:18:00Z</dcterms:created>
  <dcterms:modified xsi:type="dcterms:W3CDTF">2023-02-03T11:19:00Z</dcterms:modified>
</cp:coreProperties>
</file>